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92C40" w14:textId="59CF0721" w:rsidR="009519D5" w:rsidRPr="005B3B78" w:rsidRDefault="009519D5" w:rsidP="0089355D">
      <w:pPr>
        <w:tabs>
          <w:tab w:val="left" w:pos="2970"/>
        </w:tabs>
        <w:rPr>
          <w:rStyle w:val="Titredulivre"/>
          <w:color w:val="auto"/>
        </w:rPr>
      </w:pPr>
    </w:p>
    <w:p w14:paraId="0D4355A4" w14:textId="77777777" w:rsidR="009D5F29" w:rsidRPr="005B3B78" w:rsidRDefault="009D5F29" w:rsidP="00970515">
      <w:pPr>
        <w:jc w:val="center"/>
        <w:rPr>
          <w:rStyle w:val="Titredulivre"/>
          <w:color w:val="auto"/>
          <w:sz w:val="44"/>
        </w:rPr>
      </w:pPr>
    </w:p>
    <w:p w14:paraId="5BFB16F3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4AAC5719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207F0995" w14:textId="37951FDE" w:rsidR="00370E0C" w:rsidRPr="005B3B78" w:rsidRDefault="00E424A7" w:rsidP="00E424A7">
      <w:pPr>
        <w:jc w:val="center"/>
        <w:rPr>
          <w:rStyle w:val="Titredulivre"/>
          <w:color w:val="auto"/>
          <w:sz w:val="48"/>
        </w:rPr>
      </w:pPr>
      <w:r w:rsidRPr="005B3B78">
        <w:rPr>
          <w:rStyle w:val="Titredulivre"/>
          <w:color w:val="auto"/>
          <w:sz w:val="48"/>
        </w:rPr>
        <w:t>Dossier de candidature</w:t>
      </w:r>
    </w:p>
    <w:p w14:paraId="6EF4642F" w14:textId="77777777" w:rsidR="00E424A7" w:rsidRPr="005B3B78" w:rsidRDefault="00E424A7" w:rsidP="00E424A7">
      <w:pPr>
        <w:jc w:val="center"/>
        <w:rPr>
          <w:rStyle w:val="Titredulivre"/>
          <w:color w:val="auto"/>
          <w:sz w:val="48"/>
        </w:rPr>
      </w:pPr>
    </w:p>
    <w:p w14:paraId="3729F162" w14:textId="756831D7" w:rsidR="00904D9A" w:rsidRDefault="00904D9A" w:rsidP="00904D9A">
      <w:pPr>
        <w:jc w:val="center"/>
        <w:rPr>
          <w:rStyle w:val="Titredulivre"/>
          <w:color w:val="auto"/>
          <w:sz w:val="44"/>
        </w:rPr>
      </w:pPr>
      <w:r w:rsidRPr="00904D9A">
        <w:rPr>
          <w:rStyle w:val="Titredulivre"/>
          <w:color w:val="FFC000"/>
          <w:sz w:val="44"/>
        </w:rPr>
        <w:t>Challenges Intelligence Artificielle</w:t>
      </w:r>
    </w:p>
    <w:p w14:paraId="6CCCA5F1" w14:textId="7191CC90" w:rsidR="00341999" w:rsidRPr="00904D9A" w:rsidRDefault="00341999" w:rsidP="0037124E">
      <w:pPr>
        <w:jc w:val="center"/>
        <w:rPr>
          <w:rFonts w:cs="Arial"/>
          <w:b/>
          <w:bCs/>
          <w:color w:val="000000" w:themeColor="text1"/>
          <w:sz w:val="44"/>
        </w:rPr>
      </w:pPr>
      <w:r w:rsidRPr="00904D9A">
        <w:rPr>
          <w:rStyle w:val="Titredulivre"/>
          <w:color w:val="000000" w:themeColor="text1"/>
          <w:sz w:val="44"/>
        </w:rPr>
        <w:t xml:space="preserve">Appel à </w:t>
      </w:r>
      <w:r w:rsidR="00F678CA">
        <w:rPr>
          <w:rStyle w:val="Titredulivre"/>
          <w:color w:val="000000" w:themeColor="text1"/>
          <w:sz w:val="44"/>
        </w:rPr>
        <w:t xml:space="preserve">projets Lauréats </w:t>
      </w:r>
      <w:r w:rsidR="00940481">
        <w:rPr>
          <w:rStyle w:val="Titredulivre"/>
          <w:color w:val="000000" w:themeColor="text1"/>
          <w:sz w:val="44"/>
        </w:rPr>
        <w:t>–</w:t>
      </w:r>
      <w:r w:rsidR="00F678CA">
        <w:rPr>
          <w:rStyle w:val="Titredulivre"/>
          <w:color w:val="000000" w:themeColor="text1"/>
          <w:sz w:val="44"/>
        </w:rPr>
        <w:t xml:space="preserve"> </w:t>
      </w:r>
      <w:r w:rsidR="00904D9A" w:rsidRPr="00904D9A">
        <w:rPr>
          <w:rFonts w:cs="Arial"/>
          <w:b/>
          <w:bCs/>
          <w:color w:val="000000" w:themeColor="text1"/>
          <w:sz w:val="44"/>
        </w:rPr>
        <w:t>Vague</w:t>
      </w:r>
      <w:r w:rsidR="00940481">
        <w:rPr>
          <w:rFonts w:cs="Arial"/>
          <w:b/>
          <w:bCs/>
          <w:color w:val="000000" w:themeColor="text1"/>
          <w:sz w:val="44"/>
        </w:rPr>
        <w:t xml:space="preserve"> 2</w:t>
      </w:r>
      <w:bookmarkStart w:id="0" w:name="_GoBack"/>
      <w:bookmarkEnd w:id="0"/>
    </w:p>
    <w:p w14:paraId="0820C015" w14:textId="77777777" w:rsidR="00904D9A" w:rsidRPr="00341999" w:rsidRDefault="00904D9A" w:rsidP="00341999">
      <w:pPr>
        <w:jc w:val="center"/>
        <w:rPr>
          <w:rStyle w:val="Titredulivre"/>
          <w:rFonts w:cs="Arial"/>
          <w:bCs/>
          <w:color w:val="FFC000"/>
          <w:sz w:val="36"/>
          <w:szCs w:val="22"/>
        </w:rPr>
      </w:pPr>
    </w:p>
    <w:p w14:paraId="64D4A51A" w14:textId="77777777" w:rsidR="00341999" w:rsidRPr="00341999" w:rsidRDefault="00341999" w:rsidP="009544AF">
      <w:pPr>
        <w:rPr>
          <w:rStyle w:val="Titredulivre"/>
          <w:b w:val="0"/>
          <w:color w:val="auto"/>
          <w:sz w:val="36"/>
        </w:rPr>
      </w:pPr>
    </w:p>
    <w:p w14:paraId="3CB4F290" w14:textId="4659F050" w:rsidR="00F67FC4" w:rsidRDefault="00CA078C" w:rsidP="00644C4A">
      <w:pPr>
        <w:ind w:left="-142"/>
        <w:jc w:val="center"/>
        <w:rPr>
          <w:rStyle w:val="Titredulivre"/>
          <w:color w:val="auto"/>
          <w:sz w:val="36"/>
        </w:rPr>
      </w:pPr>
      <w:r w:rsidRPr="00644C4A">
        <w:rPr>
          <w:rStyle w:val="Titredulivre"/>
          <w:color w:val="auto"/>
          <w:sz w:val="36"/>
          <w:highlight w:val="yellow"/>
        </w:rPr>
        <w:t xml:space="preserve">ACRONYME DU </w:t>
      </w:r>
      <w:r w:rsidR="00341999" w:rsidRPr="00644C4A">
        <w:rPr>
          <w:rStyle w:val="Titredulivre"/>
          <w:color w:val="auto"/>
          <w:sz w:val="36"/>
          <w:highlight w:val="yellow"/>
        </w:rPr>
        <w:t>CHALLENGE</w:t>
      </w:r>
      <w:r w:rsidR="00644C4A">
        <w:rPr>
          <w:rStyle w:val="Titredulivre"/>
          <w:color w:val="auto"/>
          <w:sz w:val="36"/>
          <w:highlight w:val="yellow"/>
        </w:rPr>
        <w:t xml:space="preserve"> CONCERNE PAR LA REPONSE</w:t>
      </w:r>
    </w:p>
    <w:p w14:paraId="0364FE4A" w14:textId="77777777" w:rsidR="00644C4A" w:rsidRPr="00644C4A" w:rsidRDefault="00644C4A" w:rsidP="00644C4A">
      <w:pPr>
        <w:ind w:left="-142"/>
        <w:jc w:val="center"/>
        <w:rPr>
          <w:rStyle w:val="Titredulivre"/>
          <w:color w:val="auto"/>
          <w:sz w:val="36"/>
        </w:rPr>
      </w:pPr>
    </w:p>
    <w:p w14:paraId="72668F62" w14:textId="5C402A4F" w:rsidR="00DB2EF5" w:rsidRPr="00F67FC4" w:rsidRDefault="005B3B78" w:rsidP="00F67FC4">
      <w:pPr>
        <w:spacing w:before="0" w:after="0"/>
        <w:ind w:left="-142"/>
        <w:jc w:val="left"/>
        <w:rPr>
          <w:rFonts w:cs="Arial"/>
          <w:bCs/>
          <w:caps/>
          <w:kern w:val="32"/>
          <w:sz w:val="24"/>
          <w:szCs w:val="32"/>
        </w:rPr>
      </w:pPr>
      <w:r w:rsidRPr="00F67FC4">
        <w:rPr>
          <w:rFonts w:cs="Arial"/>
          <w:bCs/>
          <w:caps/>
          <w:kern w:val="32"/>
          <w:sz w:val="24"/>
          <w:szCs w:val="32"/>
        </w:rPr>
        <w:t xml:space="preserve">THEMATIQUE CONCERNEE </w:t>
      </w:r>
    </w:p>
    <w:p w14:paraId="5EE61B8B" w14:textId="35F6F1D2" w:rsidR="005B3B78" w:rsidRDefault="005B3B78" w:rsidP="00644C4A">
      <w:pPr>
        <w:spacing w:before="0" w:after="0"/>
        <w:ind w:left="-142"/>
        <w:jc w:val="left"/>
        <w:rPr>
          <w:rStyle w:val="Titredulivre"/>
          <w:b w:val="0"/>
          <w:i/>
          <w:color w:val="auto"/>
          <w:sz w:val="20"/>
        </w:rPr>
      </w:pPr>
      <w:r w:rsidRPr="005B3B78">
        <w:rPr>
          <w:rStyle w:val="Titredulivre"/>
          <w:b w:val="0"/>
          <w:i/>
          <w:color w:val="auto"/>
          <w:sz w:val="20"/>
        </w:rPr>
        <w:t xml:space="preserve">Cocher la thématique concernée par le </w:t>
      </w:r>
      <w:r w:rsidR="00341999">
        <w:rPr>
          <w:rStyle w:val="Titredulivre"/>
          <w:b w:val="0"/>
          <w:i/>
          <w:color w:val="auto"/>
          <w:sz w:val="20"/>
        </w:rPr>
        <w:t>challenge</w:t>
      </w:r>
    </w:p>
    <w:p w14:paraId="5DA7CECB" w14:textId="09B522DB" w:rsidR="00644C4A" w:rsidRDefault="00644C4A" w:rsidP="00644C4A">
      <w:pPr>
        <w:spacing w:before="0" w:after="0"/>
        <w:ind w:left="-142"/>
        <w:jc w:val="left"/>
        <w:rPr>
          <w:rStyle w:val="Titredulivre"/>
          <w:b w:val="0"/>
          <w:i/>
          <w:color w:val="auto"/>
          <w:sz w:val="20"/>
        </w:rPr>
      </w:pPr>
    </w:p>
    <w:p w14:paraId="0506EEA0" w14:textId="77777777" w:rsidR="00644C4A" w:rsidRPr="00644C4A" w:rsidRDefault="00644C4A" w:rsidP="00644C4A">
      <w:pPr>
        <w:spacing w:before="0" w:after="0"/>
        <w:ind w:left="-142"/>
        <w:jc w:val="left"/>
        <w:rPr>
          <w:rStyle w:val="Titredulivre"/>
          <w:b w:val="0"/>
          <w:i/>
          <w:color w:val="auto"/>
          <w:sz w:val="20"/>
        </w:rPr>
      </w:pPr>
    </w:p>
    <w:tbl>
      <w:tblPr>
        <w:tblStyle w:val="Grilledutableau"/>
        <w:tblW w:w="9158" w:type="dxa"/>
        <w:tblInd w:w="-147" w:type="dxa"/>
        <w:tblLook w:val="04A0" w:firstRow="1" w:lastRow="0" w:firstColumn="1" w:lastColumn="0" w:noHBand="0" w:noVBand="1"/>
      </w:tblPr>
      <w:tblGrid>
        <w:gridCol w:w="8356"/>
        <w:gridCol w:w="802"/>
      </w:tblGrid>
      <w:tr w:rsidR="0024450A" w:rsidRPr="005B3B78" w14:paraId="1EC54246" w14:textId="6892415C" w:rsidTr="0024450A">
        <w:trPr>
          <w:trHeight w:val="522"/>
        </w:trPr>
        <w:tc>
          <w:tcPr>
            <w:tcW w:w="8356" w:type="dxa"/>
          </w:tcPr>
          <w:p w14:paraId="423F3E24" w14:textId="6AB5A979" w:rsidR="0024450A" w:rsidRPr="005B3B78" w:rsidRDefault="0024450A" w:rsidP="00341999">
            <w:r>
              <w:t xml:space="preserve">N°1 : </w:t>
            </w:r>
            <w:r w:rsidR="00341999">
              <w:t>Santé</w:t>
            </w:r>
          </w:p>
        </w:tc>
        <w:tc>
          <w:tcPr>
            <w:tcW w:w="802" w:type="dxa"/>
            <w:vAlign w:val="center"/>
          </w:tcPr>
          <w:p w14:paraId="0F3FD46E" w14:textId="77777777" w:rsidR="0024450A" w:rsidRPr="005B3B78" w:rsidRDefault="0024450A" w:rsidP="005F676C">
            <w:pPr>
              <w:jc w:val="center"/>
            </w:pPr>
          </w:p>
        </w:tc>
      </w:tr>
      <w:tr w:rsidR="0024450A" w:rsidRPr="005B3B78" w14:paraId="328CC4F0" w14:textId="7FC76DF8" w:rsidTr="0024450A">
        <w:trPr>
          <w:trHeight w:val="522"/>
        </w:trPr>
        <w:tc>
          <w:tcPr>
            <w:tcW w:w="8356" w:type="dxa"/>
          </w:tcPr>
          <w:p w14:paraId="108C47C2" w14:textId="109BAFAB" w:rsidR="0024450A" w:rsidRPr="005B3B78" w:rsidRDefault="0024450A" w:rsidP="00341999">
            <w:pPr>
              <w:jc w:val="left"/>
            </w:pPr>
            <w:r>
              <w:t xml:space="preserve">N°2 : </w:t>
            </w:r>
            <w:r w:rsidR="00341999">
              <w:t>Transport-Mobilité</w:t>
            </w:r>
          </w:p>
        </w:tc>
        <w:tc>
          <w:tcPr>
            <w:tcW w:w="802" w:type="dxa"/>
            <w:vAlign w:val="center"/>
          </w:tcPr>
          <w:p w14:paraId="70A98629" w14:textId="77777777" w:rsidR="0024450A" w:rsidRPr="005B3B78" w:rsidRDefault="0024450A" w:rsidP="005F676C">
            <w:pPr>
              <w:jc w:val="center"/>
              <w:rPr>
                <w:rFonts w:cs="Arial"/>
                <w:szCs w:val="20"/>
              </w:rPr>
            </w:pPr>
          </w:p>
        </w:tc>
      </w:tr>
      <w:tr w:rsidR="0024450A" w:rsidRPr="005B3B78" w14:paraId="4AEF751C" w14:textId="4F255D2B" w:rsidTr="0024450A">
        <w:trPr>
          <w:trHeight w:val="522"/>
        </w:trPr>
        <w:tc>
          <w:tcPr>
            <w:tcW w:w="8356" w:type="dxa"/>
          </w:tcPr>
          <w:p w14:paraId="2CBBC7BD" w14:textId="3AEB72F3" w:rsidR="0024450A" w:rsidRPr="005B3B78" w:rsidRDefault="0024450A" w:rsidP="00341999">
            <w:pPr>
              <w:jc w:val="left"/>
            </w:pPr>
            <w:r>
              <w:t xml:space="preserve">N°3 : </w:t>
            </w:r>
            <w:r w:rsidR="00341999">
              <w:t>Environnement</w:t>
            </w:r>
          </w:p>
        </w:tc>
        <w:tc>
          <w:tcPr>
            <w:tcW w:w="802" w:type="dxa"/>
            <w:vAlign w:val="center"/>
          </w:tcPr>
          <w:p w14:paraId="3AEA55EF" w14:textId="77777777" w:rsidR="0024450A" w:rsidRPr="005B3B78" w:rsidRDefault="0024450A" w:rsidP="005F676C">
            <w:pPr>
              <w:jc w:val="center"/>
              <w:rPr>
                <w:rFonts w:cs="Arial"/>
                <w:szCs w:val="20"/>
              </w:rPr>
            </w:pPr>
          </w:p>
        </w:tc>
      </w:tr>
      <w:tr w:rsidR="0024450A" w:rsidRPr="005B3B78" w14:paraId="20C4C7EA" w14:textId="6C081B9D" w:rsidTr="0024450A">
        <w:trPr>
          <w:trHeight w:val="522"/>
        </w:trPr>
        <w:tc>
          <w:tcPr>
            <w:tcW w:w="8356" w:type="dxa"/>
          </w:tcPr>
          <w:p w14:paraId="15279F0E" w14:textId="7123BA69" w:rsidR="0024450A" w:rsidRPr="005B3B78" w:rsidRDefault="0024450A" w:rsidP="00341999">
            <w:pPr>
              <w:jc w:val="left"/>
            </w:pPr>
            <w:r>
              <w:t xml:space="preserve">N°4 : </w:t>
            </w:r>
            <w:r w:rsidR="00341999">
              <w:t>Défense-Sécurité</w:t>
            </w:r>
          </w:p>
        </w:tc>
        <w:tc>
          <w:tcPr>
            <w:tcW w:w="802" w:type="dxa"/>
            <w:vAlign w:val="center"/>
          </w:tcPr>
          <w:p w14:paraId="2C0D9974" w14:textId="77777777" w:rsidR="0024450A" w:rsidRPr="005B3B78" w:rsidRDefault="0024450A" w:rsidP="005F676C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22310B0D" w14:textId="77777777" w:rsidR="00341999" w:rsidRDefault="00341999" w:rsidP="007F01D1">
      <w:bookmarkStart w:id="1" w:name="_Toc390788880"/>
    </w:p>
    <w:p w14:paraId="5C704993" w14:textId="000FE1C7" w:rsidR="007F01D1" w:rsidRPr="007F01D1" w:rsidRDefault="009544AF" w:rsidP="007F01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253E" wp14:editId="23DE4CB2">
                <wp:simplePos x="0" y="0"/>
                <wp:positionH relativeFrom="margin">
                  <wp:posOffset>-106346</wp:posOffset>
                </wp:positionH>
                <wp:positionV relativeFrom="paragraph">
                  <wp:posOffset>144045</wp:posOffset>
                </wp:positionV>
                <wp:extent cx="5943600" cy="842210"/>
                <wp:effectExtent l="0" t="0" r="1905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422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017E0" id="Rectangle 2" o:spid="_x0000_s1026" style="position:absolute;margin-left:-8.35pt;margin-top:11.35pt;width:468pt;height:6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</w:p>
    <w:p w14:paraId="7DA3457E" w14:textId="6DD340E0" w:rsidR="009544AF" w:rsidRPr="00341999" w:rsidRDefault="007F01D1" w:rsidP="009544AF">
      <w:pPr>
        <w:rPr>
          <w:sz w:val="22"/>
          <w:u w:val="single"/>
        </w:rPr>
      </w:pPr>
      <w:r w:rsidRPr="00EA4523">
        <w:rPr>
          <w:sz w:val="22"/>
          <w:u w:val="single"/>
        </w:rPr>
        <w:t>Avertissement :</w:t>
      </w:r>
      <w:r w:rsidR="009544AF" w:rsidRPr="00EA4523">
        <w:rPr>
          <w:sz w:val="22"/>
          <w:u w:val="single"/>
        </w:rPr>
        <w:t xml:space="preserve"> </w:t>
      </w:r>
    </w:p>
    <w:p w14:paraId="37FD1552" w14:textId="5598DC7D" w:rsidR="0024450A" w:rsidRDefault="009544AF" w:rsidP="009544AF">
      <w:pPr>
        <w:rPr>
          <w:rStyle w:val="LienInternet"/>
          <w:b/>
          <w:bCs/>
          <w:i/>
          <w:iCs/>
        </w:rPr>
      </w:pPr>
      <w:r w:rsidRPr="00EA4523">
        <w:t xml:space="preserve">Les </w:t>
      </w:r>
      <w:r w:rsidR="00341999">
        <w:t xml:space="preserve">challenges proposés dans le cadre du présent </w:t>
      </w:r>
      <w:r w:rsidR="009F4C5D">
        <w:t xml:space="preserve">AAP </w:t>
      </w:r>
      <w:r w:rsidRPr="00EA4523">
        <w:t xml:space="preserve">doivent </w:t>
      </w:r>
      <w:r w:rsidR="003D6E3B" w:rsidRPr="005F676C">
        <w:rPr>
          <w:u w:val="single"/>
        </w:rPr>
        <w:t>exclusivemen</w:t>
      </w:r>
      <w:r w:rsidR="003D6E3B" w:rsidRPr="00EA4523">
        <w:t>t</w:t>
      </w:r>
      <w:r w:rsidRPr="00EA4523">
        <w:t xml:space="preserve"> être déposés sur la plateforme de dépôt de Bpifrance : </w:t>
      </w:r>
      <w:hyperlink r:id="rId8" w:history="1">
        <w:r w:rsidRPr="00EA4523">
          <w:rPr>
            <w:rStyle w:val="LienInternet"/>
            <w:rFonts w:hint="eastAsia"/>
            <w:b/>
            <w:bCs/>
            <w:i/>
            <w:iCs/>
          </w:rPr>
          <w:t>https://extranet.bpifrance.fr/projets-innovants-collaboratifs</w:t>
        </w:r>
      </w:hyperlink>
    </w:p>
    <w:p w14:paraId="1EBA0B53" w14:textId="7F7ADB65" w:rsidR="00DB1E85" w:rsidRDefault="0024450A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br w:type="page"/>
      </w:r>
    </w:p>
    <w:p w14:paraId="3F1044C4" w14:textId="6AA21CC3" w:rsidR="004F2D1C" w:rsidRPr="00F67FC4" w:rsidRDefault="005B3B78" w:rsidP="008050AD">
      <w:pPr>
        <w:pageBreakBefore/>
        <w:rPr>
          <w:rFonts w:cs="Arial"/>
          <w:bCs/>
          <w:caps/>
          <w:kern w:val="32"/>
          <w:sz w:val="24"/>
          <w:szCs w:val="32"/>
        </w:rPr>
      </w:pPr>
      <w:r w:rsidRPr="00F67FC4">
        <w:rPr>
          <w:rFonts w:cs="Arial"/>
          <w:bCs/>
          <w:caps/>
          <w:kern w:val="32"/>
          <w:sz w:val="24"/>
          <w:szCs w:val="32"/>
        </w:rPr>
        <w:lastRenderedPageBreak/>
        <w:t xml:space="preserve">ELEMENTS CLES </w:t>
      </w:r>
      <w:r w:rsidR="008050AD">
        <w:rPr>
          <w:rFonts w:cs="Arial"/>
          <w:bCs/>
          <w:caps/>
          <w:kern w:val="32"/>
          <w:sz w:val="24"/>
          <w:szCs w:val="32"/>
        </w:rPr>
        <w:t>DE LA REPONSE AU CHALLENGE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557031" w:rsidRPr="005B3B78" w14:paraId="6017688F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8729FF3" w14:textId="269714FB" w:rsidR="00557031" w:rsidRPr="005B3B78" w:rsidRDefault="00557031" w:rsidP="003E78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du </w:t>
            </w:r>
            <w:r w:rsidR="009850BA">
              <w:rPr>
                <w:b/>
                <w:sz w:val="22"/>
              </w:rPr>
              <w:t>candidat</w:t>
            </w:r>
            <w:r w:rsidR="006067C5">
              <w:rPr>
                <w:rStyle w:val="Appelnotedebasdep"/>
                <w:b/>
                <w:sz w:val="22"/>
              </w:rPr>
              <w:footnoteReference w:id="1"/>
            </w:r>
            <w:r w:rsidR="006067C5">
              <w:rPr>
                <w:b/>
                <w:sz w:val="22"/>
              </w:rPr>
              <w:t> </w:t>
            </w:r>
            <w:r w:rsidR="009D4618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06F1222" w14:textId="77777777" w:rsidR="00557031" w:rsidRPr="005B3B78" w:rsidRDefault="00557031" w:rsidP="00A83C6D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3A9BDC67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214939D0" w14:textId="5D2320F2" w:rsidR="00557031" w:rsidRPr="005B3B78" w:rsidRDefault="00557031" w:rsidP="003E78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Statut juridique</w:t>
            </w:r>
            <w:r w:rsidR="006067C5">
              <w:rPr>
                <w:b/>
                <w:sz w:val="22"/>
              </w:rPr>
              <w:t xml:space="preserve"> </w:t>
            </w:r>
            <w:r w:rsidR="009D4618">
              <w:rPr>
                <w:b/>
                <w:sz w:val="22"/>
              </w:rPr>
              <w:t>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13BB503" w14:textId="18841062" w:rsidR="00557031" w:rsidRPr="005B3B78" w:rsidRDefault="00557031" w:rsidP="00A83C6D">
            <w:pPr>
              <w:jc w:val="left"/>
              <w:rPr>
                <w:b/>
                <w:sz w:val="22"/>
              </w:rPr>
            </w:pPr>
          </w:p>
        </w:tc>
      </w:tr>
      <w:tr w:rsidR="009C234C" w:rsidRPr="005B3B78" w14:paraId="35634F45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DD51AE9" w14:textId="23476F46" w:rsidR="009C234C" w:rsidRDefault="009C234C" w:rsidP="009C234C">
            <w:pPr>
              <w:rPr>
                <w:b/>
                <w:sz w:val="22"/>
              </w:rPr>
            </w:pPr>
            <w:r w:rsidRPr="009C234C">
              <w:rPr>
                <w:b/>
                <w:sz w:val="22"/>
              </w:rPr>
              <w:t>Type de structure (</w:t>
            </w:r>
            <w:r>
              <w:rPr>
                <w:b/>
                <w:sz w:val="22"/>
              </w:rPr>
              <w:t>P</w:t>
            </w:r>
            <w:r w:rsidR="00644C4A">
              <w:rPr>
                <w:b/>
                <w:sz w:val="22"/>
              </w:rPr>
              <w:t>etite entreprise / moyenne entreprise</w:t>
            </w:r>
            <w:r>
              <w:rPr>
                <w:b/>
                <w:sz w:val="22"/>
              </w:rPr>
              <w:t>)</w:t>
            </w:r>
            <w:r w:rsidR="009D4618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3761DD6" w14:textId="77777777" w:rsidR="009C234C" w:rsidRDefault="009C234C" w:rsidP="00A83C6D">
            <w:pPr>
              <w:jc w:val="left"/>
              <w:rPr>
                <w:rStyle w:val="Appelnotedebasdep"/>
                <w:b/>
                <w:sz w:val="22"/>
              </w:rPr>
            </w:pPr>
          </w:p>
        </w:tc>
      </w:tr>
      <w:tr w:rsidR="000F1FD5" w:rsidRPr="005B3B78" w14:paraId="4BCB326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1783DCA" w14:textId="6C29E4CF" w:rsidR="004F2D1C" w:rsidRPr="005B3B78" w:rsidRDefault="00BE4EF4" w:rsidP="003E78BF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Acronyme</w:t>
            </w:r>
            <w:r w:rsidR="004F2D1C" w:rsidRPr="005B3B78">
              <w:rPr>
                <w:b/>
                <w:sz w:val="22"/>
              </w:rPr>
              <w:t xml:space="preserve"> du </w:t>
            </w:r>
            <w:r w:rsidR="003E78BF">
              <w:rPr>
                <w:b/>
                <w:sz w:val="22"/>
              </w:rPr>
              <w:t>challenge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72D8B" w14:textId="56470AFF" w:rsidR="004F2D1C" w:rsidRPr="005B3B78" w:rsidRDefault="004F2D1C" w:rsidP="00A83C6D">
            <w:pPr>
              <w:jc w:val="left"/>
              <w:rPr>
                <w:b/>
                <w:sz w:val="22"/>
              </w:rPr>
            </w:pPr>
          </w:p>
        </w:tc>
      </w:tr>
      <w:tr w:rsidR="000812DD" w:rsidRPr="005B3B78" w14:paraId="1F9E471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F782A65" w14:textId="131179F9" w:rsidR="000812DD" w:rsidRPr="005B3B78" w:rsidRDefault="000812DD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Thématique concernée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FFF48F3" w14:textId="77777777" w:rsidR="000812DD" w:rsidRPr="005B3B78" w:rsidRDefault="000812DD" w:rsidP="00A83C6D">
            <w:pPr>
              <w:jc w:val="left"/>
              <w:rPr>
                <w:b/>
                <w:sz w:val="22"/>
              </w:rPr>
            </w:pPr>
          </w:p>
        </w:tc>
      </w:tr>
      <w:tr w:rsidR="008D3CC0" w:rsidRPr="005B3B78" w14:paraId="60FF2E86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6949394" w14:textId="45B97AE1" w:rsidR="008D3CC0" w:rsidRDefault="00DB1E8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Montant de l’a</w:t>
            </w:r>
            <w:r w:rsidR="008D3CC0">
              <w:rPr>
                <w:b/>
                <w:sz w:val="22"/>
              </w:rPr>
              <w:t>ide sollicitée</w:t>
            </w:r>
            <w:r w:rsidR="00C0319A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E6755" w14:textId="77777777" w:rsidR="008D3CC0" w:rsidRPr="005B3B78" w:rsidRDefault="008D3CC0" w:rsidP="00A83C6D">
            <w:pPr>
              <w:jc w:val="left"/>
              <w:rPr>
                <w:b/>
                <w:sz w:val="22"/>
              </w:rPr>
            </w:pPr>
          </w:p>
        </w:tc>
      </w:tr>
    </w:tbl>
    <w:p w14:paraId="16AD1AB9" w14:textId="77777777" w:rsidR="00557031" w:rsidRDefault="00557031" w:rsidP="008033F8">
      <w:pPr>
        <w:rPr>
          <w:sz w:val="18"/>
        </w:rPr>
      </w:pPr>
    </w:p>
    <w:p w14:paraId="4548D8AC" w14:textId="68365DC6" w:rsidR="00557031" w:rsidRPr="00F67FC4" w:rsidRDefault="00557031" w:rsidP="00557031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t xml:space="preserve">cONTACT POUR </w:t>
      </w:r>
      <w:r w:rsidR="008050AD">
        <w:rPr>
          <w:rFonts w:cs="Arial"/>
          <w:bCs/>
          <w:caps/>
          <w:kern w:val="32"/>
          <w:sz w:val="24"/>
          <w:szCs w:val="32"/>
        </w:rPr>
        <w:t>LA REPONSE AU CHALLENGE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557031" w:rsidRPr="005B3B78" w14:paraId="63E8A74D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9A6D3B5" w14:textId="643352B3" w:rsidR="00557031" w:rsidRPr="005B3B78" w:rsidRDefault="00557031" w:rsidP="005570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</w:t>
            </w:r>
            <w:r w:rsidR="00DB1E85">
              <w:rPr>
                <w:b/>
                <w:sz w:val="22"/>
              </w:rPr>
              <w:t xml:space="preserve"> et prénom</w:t>
            </w:r>
            <w:r>
              <w:rPr>
                <w:b/>
                <w:sz w:val="22"/>
              </w:rPr>
              <w:t xml:space="preserve"> du contact challenge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014AAC8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04EF0562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2A62D26" w14:textId="1FA19718" w:rsidR="00557031" w:rsidRPr="005B3B78" w:rsidRDefault="00557031" w:rsidP="007357F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Fonction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C1ECEC4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31A6B118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60AE325A" w14:textId="64B54524" w:rsidR="00557031" w:rsidRPr="005B3B78" w:rsidRDefault="00557031" w:rsidP="005570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Numéro de téléphone</w:t>
            </w:r>
            <w:r w:rsidR="00DB1E85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5CE97EA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  <w:tr w:rsidR="00557031" w:rsidRPr="005B3B78" w14:paraId="717474D0" w14:textId="77777777" w:rsidTr="007357F1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9E0962A" w14:textId="307B0AF6" w:rsidR="00557031" w:rsidRDefault="00DB1E85" w:rsidP="005570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Adresse e-mail 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7ED9B87" w14:textId="77777777" w:rsidR="00557031" w:rsidRPr="005B3B78" w:rsidRDefault="00557031" w:rsidP="007357F1">
            <w:pPr>
              <w:jc w:val="left"/>
              <w:rPr>
                <w:b/>
                <w:sz w:val="22"/>
              </w:rPr>
            </w:pPr>
          </w:p>
        </w:tc>
      </w:tr>
    </w:tbl>
    <w:p w14:paraId="6D2065B2" w14:textId="77777777" w:rsidR="00B24F70" w:rsidRDefault="00B24F70" w:rsidP="00B24F70">
      <w:pPr>
        <w:rPr>
          <w:rFonts w:cs="Arial"/>
          <w:b/>
          <w:bCs/>
          <w:color w:val="FFC000"/>
          <w:sz w:val="36"/>
        </w:rPr>
      </w:pPr>
    </w:p>
    <w:p w14:paraId="6D379EDB" w14:textId="0EEA5C85" w:rsidR="009C234C" w:rsidRDefault="009C234C" w:rsidP="00B24F70">
      <w:pPr>
        <w:rPr>
          <w:rFonts w:cs="Arial"/>
          <w:b/>
          <w:bCs/>
          <w:color w:val="FFC000"/>
          <w:sz w:val="36"/>
        </w:rPr>
      </w:pPr>
      <w:r w:rsidRPr="00C63A11">
        <w:rPr>
          <w:rFonts w:cs="Arial"/>
          <w:b/>
          <w:bCs/>
          <w:color w:val="FFC000"/>
          <w:sz w:val="36"/>
        </w:rPr>
        <w:t>S</w:t>
      </w:r>
      <w:r>
        <w:rPr>
          <w:rFonts w:cs="Arial"/>
          <w:b/>
          <w:bCs/>
          <w:color w:val="FFC000"/>
          <w:sz w:val="36"/>
        </w:rPr>
        <w:t>ommaire</w:t>
      </w:r>
    </w:p>
    <w:p w14:paraId="43BF780C" w14:textId="77777777" w:rsidR="002C4274" w:rsidRPr="00C63A11" w:rsidRDefault="002C4274" w:rsidP="009C234C">
      <w:pPr>
        <w:rPr>
          <w:rFonts w:cs="Arial"/>
          <w:b/>
          <w:bCs/>
          <w:color w:val="FFC000"/>
          <w:sz w:val="36"/>
        </w:rPr>
      </w:pPr>
    </w:p>
    <w:p w14:paraId="2578BBB4" w14:textId="01404047" w:rsidR="00795F92" w:rsidRDefault="009C234C">
      <w:pPr>
        <w:pStyle w:val="TM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400E70">
        <w:rPr>
          <w:rFonts w:ascii="Garamond" w:hAnsi="Garamond" w:cs="Garamond"/>
          <w:i/>
          <w:iCs/>
          <w:noProof/>
        </w:rPr>
        <w:fldChar w:fldCharType="begin"/>
      </w:r>
      <w:r w:rsidRPr="00400E70">
        <w:instrText xml:space="preserve"> TOC \o "1-3" \h \z \u </w:instrText>
      </w:r>
      <w:r w:rsidRPr="00400E70">
        <w:rPr>
          <w:rFonts w:ascii="Garamond" w:hAnsi="Garamond" w:cs="Garamond"/>
          <w:i/>
          <w:iCs/>
          <w:noProof/>
        </w:rPr>
        <w:fldChar w:fldCharType="separate"/>
      </w:r>
      <w:hyperlink w:anchor="_Toc18929964" w:history="1">
        <w:r w:rsidR="00795F92" w:rsidRPr="00AA63CC">
          <w:rPr>
            <w:rStyle w:val="Lienhypertexte"/>
            <w:noProof/>
          </w:rPr>
          <w:t>PARTIE 1 : PRESENTATION GÉNÉRALE DU DEMANDEUR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_Toc18929964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4</w:t>
        </w:r>
        <w:r w:rsidR="00795F92">
          <w:rPr>
            <w:noProof/>
            <w:webHidden/>
          </w:rPr>
          <w:fldChar w:fldCharType="end"/>
        </w:r>
      </w:hyperlink>
    </w:p>
    <w:p w14:paraId="23C5BD49" w14:textId="1530B81A" w:rsidR="00795F92" w:rsidRDefault="00940481">
      <w:pPr>
        <w:pStyle w:val="TM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18929965" w:history="1">
        <w:r w:rsidR="00795F92" w:rsidRPr="00AA63CC">
          <w:rPr>
            <w:rStyle w:val="Lienhypertexte"/>
            <w:noProof/>
          </w:rPr>
          <w:t>PARTIE 2 : PRESENTATION DU PROJET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_Toc18929965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4</w:t>
        </w:r>
        <w:r w:rsidR="00795F92">
          <w:rPr>
            <w:noProof/>
            <w:webHidden/>
          </w:rPr>
          <w:fldChar w:fldCharType="end"/>
        </w:r>
      </w:hyperlink>
    </w:p>
    <w:p w14:paraId="73FB6BA3" w14:textId="4D708658" w:rsidR="00795F92" w:rsidRDefault="00940481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8929966" w:history="1">
        <w:r w:rsidR="00795F92" w:rsidRPr="00AA63CC">
          <w:rPr>
            <w:rStyle w:val="Lienhypertexte"/>
            <w:noProof/>
          </w:rPr>
          <w:t>1.</w:t>
        </w:r>
        <w:r w:rsidR="00795F9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95F92" w:rsidRPr="00AA63CC">
          <w:rPr>
            <w:rStyle w:val="Lienhypertexte"/>
            <w:noProof/>
          </w:rPr>
          <w:t>PROPOSITION DE REPONSE AU CHALLENGE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_Toc18929966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4</w:t>
        </w:r>
        <w:r w:rsidR="00795F92">
          <w:rPr>
            <w:noProof/>
            <w:webHidden/>
          </w:rPr>
          <w:fldChar w:fldCharType="end"/>
        </w:r>
      </w:hyperlink>
    </w:p>
    <w:p w14:paraId="0F5D4F6B" w14:textId="2D7048A0" w:rsidR="00795F92" w:rsidRDefault="00940481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8929967" w:history="1">
        <w:r w:rsidR="00795F92" w:rsidRPr="00AA63CC">
          <w:rPr>
            <w:rStyle w:val="Lienhypertexte"/>
            <w:noProof/>
          </w:rPr>
          <w:t>2.</w:t>
        </w:r>
        <w:r w:rsidR="00795F9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95F92" w:rsidRPr="00AA63CC">
          <w:rPr>
            <w:rStyle w:val="Lienhypertexte"/>
            <w:noProof/>
          </w:rPr>
          <w:t>PRESENTATION DE l’EQUIPE PROJET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_Toc18929967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4</w:t>
        </w:r>
        <w:r w:rsidR="00795F92">
          <w:rPr>
            <w:noProof/>
            <w:webHidden/>
          </w:rPr>
          <w:fldChar w:fldCharType="end"/>
        </w:r>
      </w:hyperlink>
    </w:p>
    <w:p w14:paraId="09BC7173" w14:textId="39A7FF3B" w:rsidR="00795F92" w:rsidRDefault="00940481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8929968" w:history="1">
        <w:r w:rsidR="00795F92" w:rsidRPr="00AA63CC">
          <w:rPr>
            <w:rStyle w:val="Lienhypertexte"/>
            <w:noProof/>
          </w:rPr>
          <w:t>3.</w:t>
        </w:r>
        <w:r w:rsidR="00795F9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95F92" w:rsidRPr="00AA63CC">
          <w:rPr>
            <w:rStyle w:val="Lienhypertexte"/>
            <w:noProof/>
          </w:rPr>
          <w:t>PLAN DE TRAVAIL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_Toc18929968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4</w:t>
        </w:r>
        <w:r w:rsidR="00795F92">
          <w:rPr>
            <w:noProof/>
            <w:webHidden/>
          </w:rPr>
          <w:fldChar w:fldCharType="end"/>
        </w:r>
      </w:hyperlink>
    </w:p>
    <w:p w14:paraId="1D58F763" w14:textId="35A2A789" w:rsidR="00795F92" w:rsidRDefault="00940481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8929969" w:history="1">
        <w:r w:rsidR="00795F92" w:rsidRPr="00AA63CC">
          <w:rPr>
            <w:rStyle w:val="Lienhypertexte"/>
            <w:noProof/>
          </w:rPr>
          <w:t>4.</w:t>
        </w:r>
        <w:r w:rsidR="00795F9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95F92" w:rsidRPr="00AA63CC">
          <w:rPr>
            <w:rStyle w:val="Lienhypertexte"/>
            <w:noProof/>
          </w:rPr>
          <w:t>BUDGET PREVISIONNEL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_Toc18929969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5</w:t>
        </w:r>
        <w:r w:rsidR="00795F92">
          <w:rPr>
            <w:noProof/>
            <w:webHidden/>
          </w:rPr>
          <w:fldChar w:fldCharType="end"/>
        </w:r>
      </w:hyperlink>
    </w:p>
    <w:p w14:paraId="791743B0" w14:textId="357110EE" w:rsidR="00795F92" w:rsidRDefault="00940481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8929970" w:history="1">
        <w:r w:rsidR="00795F92" w:rsidRPr="00AA63CC">
          <w:rPr>
            <w:rStyle w:val="Lienhypertexte"/>
            <w:noProof/>
          </w:rPr>
          <w:t>5.</w:t>
        </w:r>
        <w:r w:rsidR="00795F9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95F92" w:rsidRPr="00AA63CC">
          <w:rPr>
            <w:rStyle w:val="Lienhypertexte"/>
            <w:noProof/>
          </w:rPr>
          <w:t>EXPLOITATION ECONOMIQUE DU PROJET</w:t>
        </w:r>
        <w:r w:rsidR="00795F92">
          <w:rPr>
            <w:noProof/>
            <w:webHidden/>
          </w:rPr>
          <w:tab/>
        </w:r>
        <w:r w:rsidR="00795F92">
          <w:rPr>
            <w:noProof/>
            <w:webHidden/>
          </w:rPr>
          <w:fldChar w:fldCharType="begin"/>
        </w:r>
        <w:r w:rsidR="00795F92">
          <w:rPr>
            <w:noProof/>
            <w:webHidden/>
          </w:rPr>
          <w:instrText xml:space="preserve"> PAGEREF _Toc18929970 \h </w:instrText>
        </w:r>
        <w:r w:rsidR="00795F92">
          <w:rPr>
            <w:noProof/>
            <w:webHidden/>
          </w:rPr>
        </w:r>
        <w:r w:rsidR="00795F92">
          <w:rPr>
            <w:noProof/>
            <w:webHidden/>
          </w:rPr>
          <w:fldChar w:fldCharType="separate"/>
        </w:r>
        <w:r w:rsidR="001128EB">
          <w:rPr>
            <w:noProof/>
            <w:webHidden/>
          </w:rPr>
          <w:t>5</w:t>
        </w:r>
        <w:r w:rsidR="00795F92">
          <w:rPr>
            <w:noProof/>
            <w:webHidden/>
          </w:rPr>
          <w:fldChar w:fldCharType="end"/>
        </w:r>
      </w:hyperlink>
    </w:p>
    <w:p w14:paraId="3B909638" w14:textId="2D8369A5" w:rsidR="009C234C" w:rsidRPr="00CB6624" w:rsidRDefault="009C234C" w:rsidP="009C234C">
      <w:pPr>
        <w:rPr>
          <w:rFonts w:cs="Arial"/>
        </w:rPr>
      </w:pPr>
      <w:r w:rsidRPr="00400E70">
        <w:rPr>
          <w:rFonts w:cs="Arial"/>
        </w:rPr>
        <w:fldChar w:fldCharType="end"/>
      </w:r>
    </w:p>
    <w:p w14:paraId="34DFBE22" w14:textId="77777777" w:rsidR="009C234C" w:rsidRPr="00C0319A" w:rsidRDefault="009C234C" w:rsidP="009C234C">
      <w:pPr>
        <w:spacing w:after="0"/>
        <w:rPr>
          <w:rFonts w:cs="Arial"/>
          <w:b/>
        </w:rPr>
      </w:pPr>
      <w:r w:rsidRPr="00C0319A">
        <w:rPr>
          <w:rFonts w:cs="Arial"/>
          <w:b/>
        </w:rPr>
        <w:br w:type="page"/>
      </w:r>
    </w:p>
    <w:p w14:paraId="6ABECB5E" w14:textId="3AD231D9" w:rsidR="008D39F1" w:rsidRPr="00B24F70" w:rsidRDefault="00641BF8" w:rsidP="007D245C">
      <w:pPr>
        <w:pStyle w:val="Titre"/>
        <w:rPr>
          <w:color w:val="auto"/>
          <w:sz w:val="40"/>
        </w:rPr>
      </w:pPr>
      <w:r w:rsidRPr="00B24F70">
        <w:rPr>
          <w:sz w:val="40"/>
        </w:rPr>
        <w:lastRenderedPageBreak/>
        <w:t>Dossier de candidature</w:t>
      </w:r>
    </w:p>
    <w:p w14:paraId="27C8A6E0" w14:textId="77777777" w:rsidR="000F5120" w:rsidRDefault="000F5120" w:rsidP="007D245C">
      <w:pPr>
        <w:pStyle w:val="Normal11"/>
      </w:pPr>
    </w:p>
    <w:p w14:paraId="3257F7E2" w14:textId="149B1537" w:rsidR="000F5120" w:rsidRPr="005B3B78" w:rsidRDefault="000F5120" w:rsidP="00B24F70">
      <w:pPr>
        <w:pStyle w:val="Titre1"/>
        <w:pageBreakBefore w:val="0"/>
      </w:pPr>
      <w:bookmarkStart w:id="2" w:name="_Toc18929964"/>
      <w:r w:rsidRPr="005B3B78">
        <w:t>PARTIE</w:t>
      </w:r>
      <w:r>
        <w:t xml:space="preserve"> 1</w:t>
      </w:r>
      <w:r w:rsidRPr="005B3B78">
        <w:t> : PRESENTATION</w:t>
      </w:r>
      <w:r w:rsidR="00672499">
        <w:t xml:space="preserve"> GÉNÉRALE</w:t>
      </w:r>
      <w:r w:rsidRPr="005B3B78">
        <w:t xml:space="preserve"> DU </w:t>
      </w:r>
      <w:r>
        <w:t>DEMANDEUR</w:t>
      </w:r>
      <w:bookmarkEnd w:id="2"/>
    </w:p>
    <w:p w14:paraId="72106858" w14:textId="55824785" w:rsidR="000F5120" w:rsidRDefault="000F5120" w:rsidP="00FE6A23">
      <w:pPr>
        <w:jc w:val="center"/>
        <w:rPr>
          <w:b/>
          <w:i/>
          <w:sz w:val="28"/>
        </w:rPr>
      </w:pPr>
      <w:r w:rsidRPr="00FE6A23">
        <w:rPr>
          <w:b/>
          <w:i/>
          <w:sz w:val="28"/>
        </w:rPr>
        <w:t>(</w:t>
      </w:r>
      <w:r w:rsidR="00672499">
        <w:rPr>
          <w:b/>
          <w:i/>
          <w:sz w:val="28"/>
        </w:rPr>
        <w:t>1</w:t>
      </w:r>
      <w:r w:rsidR="00672499" w:rsidRPr="00FE6A23">
        <w:rPr>
          <w:b/>
          <w:i/>
          <w:sz w:val="28"/>
        </w:rPr>
        <w:t xml:space="preserve"> </w:t>
      </w:r>
      <w:r w:rsidRPr="00FE6A23">
        <w:rPr>
          <w:b/>
          <w:i/>
          <w:sz w:val="28"/>
        </w:rPr>
        <w:t>page maximum)</w:t>
      </w:r>
    </w:p>
    <w:p w14:paraId="0653AE60" w14:textId="77777777" w:rsidR="00964AE3" w:rsidRPr="00FE6A23" w:rsidRDefault="00964AE3" w:rsidP="009756DD"/>
    <w:p w14:paraId="67E62E6B" w14:textId="353A6817" w:rsidR="00D00B36" w:rsidRPr="009756DD" w:rsidRDefault="00D00B36" w:rsidP="000F5120">
      <w:pPr>
        <w:spacing w:line="276" w:lineRule="auto"/>
        <w:rPr>
          <w:i/>
        </w:rPr>
      </w:pPr>
      <w:r>
        <w:t>Présentation succincte de l’entreprise et de son activité</w:t>
      </w:r>
      <w:r w:rsidR="009756DD">
        <w:t xml:space="preserve"> (</w:t>
      </w:r>
      <w:r w:rsidR="00535505" w:rsidRPr="00B974BB">
        <w:rPr>
          <w:i/>
        </w:rPr>
        <w:t>présentation des fondateurs, nature de l’activité, marché(s) actuel(s) et position concurrentielle, principaux savoir-faire et/ou technologies maîtrisés</w:t>
      </w:r>
      <w:r w:rsidR="00535505">
        <w:t xml:space="preserve">) </w:t>
      </w:r>
    </w:p>
    <w:p w14:paraId="34C4721B" w14:textId="728EF74C" w:rsidR="007A059D" w:rsidDel="007A059D" w:rsidRDefault="007A059D" w:rsidP="007A059D">
      <w:pPr>
        <w:spacing w:line="276" w:lineRule="auto"/>
        <w:rPr>
          <w:i/>
        </w:rPr>
      </w:pPr>
      <w:r w:rsidRPr="00F81359" w:rsidDel="007A059D">
        <w:rPr>
          <w:i/>
        </w:rPr>
        <w:t>Si consortium : présentation de</w:t>
      </w:r>
      <w:r>
        <w:rPr>
          <w:i/>
        </w:rPr>
        <w:t xml:space="preserve"> </w:t>
      </w:r>
      <w:r w:rsidRPr="00F81359" w:rsidDel="007A059D">
        <w:rPr>
          <w:i/>
        </w:rPr>
        <w:t>l’ensemble des entités composant le consortium.</w:t>
      </w:r>
    </w:p>
    <w:p w14:paraId="6DA85F3D" w14:textId="5CEB7B7F" w:rsidR="00222B2D" w:rsidRDefault="00222B2D" w:rsidP="00222B2D"/>
    <w:p w14:paraId="74B4938F" w14:textId="33C10C2A" w:rsidR="00222B2D" w:rsidRDefault="00222B2D" w:rsidP="00D00B36">
      <w:pPr>
        <w:pStyle w:val="Titre1"/>
        <w:pageBreakBefore w:val="0"/>
      </w:pPr>
      <w:bookmarkStart w:id="3" w:name="_Toc18929965"/>
      <w:r w:rsidRPr="00222B2D">
        <w:t>PARTIE 2 : PRESENTATION DU PROJET</w:t>
      </w:r>
      <w:bookmarkEnd w:id="3"/>
    </w:p>
    <w:p w14:paraId="71FDA207" w14:textId="7ABADA1E" w:rsidR="00B24F70" w:rsidRPr="00990330" w:rsidRDefault="00B24F70" w:rsidP="00990330">
      <w:pPr>
        <w:pStyle w:val="Paragraphedeliste"/>
        <w:numPr>
          <w:ilvl w:val="0"/>
          <w:numId w:val="10"/>
        </w:numPr>
        <w:jc w:val="center"/>
        <w:rPr>
          <w:b/>
          <w:i/>
          <w:sz w:val="28"/>
        </w:rPr>
      </w:pPr>
      <w:r w:rsidRPr="00990330">
        <w:rPr>
          <w:b/>
          <w:i/>
          <w:sz w:val="28"/>
        </w:rPr>
        <w:t>pages maximum)</w:t>
      </w:r>
    </w:p>
    <w:p w14:paraId="48292C00" w14:textId="311E0FF8" w:rsidR="00C0319A" w:rsidRPr="005B3B78" w:rsidRDefault="00BD56FD" w:rsidP="00990330">
      <w:pPr>
        <w:pStyle w:val="Titre2"/>
        <w:numPr>
          <w:ilvl w:val="0"/>
          <w:numId w:val="11"/>
        </w:numPr>
      </w:pPr>
      <w:bookmarkStart w:id="4" w:name="_Toc18581585"/>
      <w:bookmarkStart w:id="5" w:name="_Toc18929966"/>
      <w:bookmarkEnd w:id="4"/>
      <w:r>
        <w:t>PROPOSITIO</w:t>
      </w:r>
      <w:r w:rsidR="00222B2D">
        <w:t>N DE REPONSE AU CHALLENGE</w:t>
      </w:r>
      <w:bookmarkEnd w:id="5"/>
    </w:p>
    <w:p w14:paraId="130F8243" w14:textId="4489615C" w:rsidR="00C0319A" w:rsidRDefault="00BD56FD" w:rsidP="00C0319A">
      <w:r>
        <w:t>Présenter la compréhension du challenge retenu et la réponse proposée.</w:t>
      </w:r>
    </w:p>
    <w:p w14:paraId="732B224B" w14:textId="394BD17B" w:rsidR="00AB6D3C" w:rsidRDefault="00AB6D3C" w:rsidP="009756DD">
      <w:r>
        <w:t xml:space="preserve">Présenter le caractère innovant de la solution proposée. </w:t>
      </w:r>
    </w:p>
    <w:p w14:paraId="2CB028B6" w14:textId="77777777" w:rsidR="009756DD" w:rsidRDefault="009756DD" w:rsidP="009756DD"/>
    <w:p w14:paraId="48E9E640" w14:textId="046C01B3" w:rsidR="00C0319A" w:rsidRPr="005B3B78" w:rsidRDefault="00C0319A" w:rsidP="00990330">
      <w:pPr>
        <w:pStyle w:val="Titre2"/>
        <w:numPr>
          <w:ilvl w:val="0"/>
          <w:numId w:val="11"/>
        </w:numPr>
      </w:pPr>
      <w:bookmarkStart w:id="6" w:name="_Toc18581587"/>
      <w:bookmarkStart w:id="7" w:name="_Toc18929967"/>
      <w:bookmarkEnd w:id="6"/>
      <w:r w:rsidRPr="005B3B78">
        <w:t xml:space="preserve">PRESENTATION </w:t>
      </w:r>
      <w:r w:rsidR="009756DD">
        <w:t>DE</w:t>
      </w:r>
      <w:r w:rsidR="00AB6D3C">
        <w:t xml:space="preserve"> l’</w:t>
      </w:r>
      <w:r w:rsidRPr="005B3B78">
        <w:t>EQUIPE PROJET</w:t>
      </w:r>
      <w:bookmarkEnd w:id="7"/>
    </w:p>
    <w:p w14:paraId="5033090E" w14:textId="64B5C74E" w:rsidR="00C0319A" w:rsidRDefault="00C0319A" w:rsidP="00C0319A">
      <w:r w:rsidRPr="005B3B78">
        <w:t>Présentation de l’équipe projet : noms des personnes,</w:t>
      </w:r>
      <w:r>
        <w:t xml:space="preserve"> postes,</w:t>
      </w:r>
      <w:r w:rsidR="00533A89">
        <w:t xml:space="preserve"> </w:t>
      </w:r>
      <w:r w:rsidRPr="005B3B78">
        <w:t>compét</w:t>
      </w:r>
      <w:r>
        <w:t>ences et répartition des tâches</w:t>
      </w:r>
    </w:p>
    <w:p w14:paraId="3BE0F281" w14:textId="2CABFA91" w:rsidR="0064504F" w:rsidRDefault="0064504F" w:rsidP="00C0319A">
      <w:r>
        <w:t xml:space="preserve">Identifier les personnes clés dans le cadre de cette réponse. </w:t>
      </w:r>
    </w:p>
    <w:p w14:paraId="5CB8507C" w14:textId="794A99A1" w:rsidR="00533A89" w:rsidRDefault="00672499" w:rsidP="00C0319A">
      <w:r w:rsidRPr="00672499">
        <w:t xml:space="preserve">Maturité de la réflexion et des compétences </w:t>
      </w:r>
      <w:r>
        <w:t>en IA du candidat.</w:t>
      </w:r>
    </w:p>
    <w:p w14:paraId="1CB013C6" w14:textId="6562DC1F" w:rsidR="00672499" w:rsidDel="007A059D" w:rsidRDefault="00672499" w:rsidP="009756DD">
      <w:pPr>
        <w:spacing w:line="276" w:lineRule="auto"/>
        <w:rPr>
          <w:i/>
        </w:rPr>
      </w:pPr>
      <w:r w:rsidRPr="00F81359" w:rsidDel="007A059D">
        <w:rPr>
          <w:i/>
        </w:rPr>
        <w:t>Si consortium : présentation de</w:t>
      </w:r>
      <w:r w:rsidR="007A059D">
        <w:rPr>
          <w:i/>
        </w:rPr>
        <w:t xml:space="preserve"> ces points pour </w:t>
      </w:r>
      <w:r w:rsidRPr="00F81359" w:rsidDel="007A059D">
        <w:rPr>
          <w:i/>
        </w:rPr>
        <w:t>l’ensemble des entités composants le consortium</w:t>
      </w:r>
      <w:r w:rsidR="00C255C6" w:rsidRPr="00F81359" w:rsidDel="007A059D">
        <w:rPr>
          <w:i/>
        </w:rPr>
        <w:t>.</w:t>
      </w:r>
    </w:p>
    <w:p w14:paraId="112F7836" w14:textId="77777777" w:rsidR="009756DD" w:rsidRPr="00F81359" w:rsidRDefault="009756DD" w:rsidP="009756DD"/>
    <w:p w14:paraId="55B7ABC5" w14:textId="3E570A97" w:rsidR="00C0319A" w:rsidRPr="00B42776" w:rsidRDefault="00222B2D" w:rsidP="00990330">
      <w:pPr>
        <w:pStyle w:val="Titre2"/>
        <w:numPr>
          <w:ilvl w:val="0"/>
          <w:numId w:val="11"/>
        </w:numPr>
        <w:ind w:left="714" w:hanging="357"/>
      </w:pPr>
      <w:bookmarkStart w:id="8" w:name="_Toc18929968"/>
      <w:r>
        <w:t>PLAN DE TRAVAIL</w:t>
      </w:r>
      <w:bookmarkEnd w:id="8"/>
    </w:p>
    <w:p w14:paraId="6D3932BA" w14:textId="01ADA21C" w:rsidR="00C0319A" w:rsidRDefault="00C0319A" w:rsidP="00C0319A">
      <w:pPr>
        <w:spacing w:line="276" w:lineRule="auto"/>
      </w:pPr>
      <w:r w:rsidRPr="005B3B78">
        <w:t>Présentation des principales tâches à mener, le co</w:t>
      </w:r>
      <w:r>
        <w:t>ntenu et les résultats attendus</w:t>
      </w:r>
      <w:r w:rsidR="00B153ED">
        <w:t>.</w:t>
      </w:r>
    </w:p>
    <w:p w14:paraId="56CF3678" w14:textId="7D860C74" w:rsidR="00C255C6" w:rsidRPr="00C255C6" w:rsidRDefault="00672499" w:rsidP="00C0319A">
      <w:pPr>
        <w:spacing w:line="276" w:lineRule="auto"/>
      </w:pPr>
      <w:r>
        <w:t xml:space="preserve">Structure du plan de travail de la réponse </w:t>
      </w:r>
      <w:r w:rsidRPr="005B3B78">
        <w:t xml:space="preserve">en cohérence avec la </w:t>
      </w:r>
      <w:r w:rsidRPr="00672499">
        <w:t xml:space="preserve">problématique posée par le sponsor </w:t>
      </w:r>
      <w:r w:rsidR="00C255C6">
        <w:t>(</w:t>
      </w:r>
      <w:r w:rsidR="00C255C6">
        <w:rPr>
          <w:i/>
        </w:rPr>
        <w:t>l</w:t>
      </w:r>
      <w:r w:rsidR="00C255C6" w:rsidRPr="00C255C6">
        <w:rPr>
          <w:i/>
        </w:rPr>
        <w:t>e candidat pourra notamment détailler les différentes tâches et lots du projet en cohérence avec la problématique posée par le sponsor</w:t>
      </w:r>
      <w:r w:rsidR="00C255C6">
        <w:rPr>
          <w:i/>
        </w:rPr>
        <w:t>).</w:t>
      </w:r>
    </w:p>
    <w:p w14:paraId="51A55D0F" w14:textId="61AB92DF" w:rsidR="00C0319A" w:rsidRPr="005B3B78" w:rsidRDefault="00672499" w:rsidP="00C0319A">
      <w:pPr>
        <w:spacing w:line="276" w:lineRule="auto"/>
      </w:pPr>
      <w:r>
        <w:t>Proposition de d</w:t>
      </w:r>
      <w:r w:rsidR="00C0319A" w:rsidRPr="005B3B78">
        <w:t xml:space="preserve">ate de démarrage du projet (T0), planning de réalisation, jalons décisionnels </w:t>
      </w:r>
      <w:r>
        <w:t>en cohérence avec les éventuelles demandes spécifiques du sponsor</w:t>
      </w:r>
      <w:r w:rsidR="00C255C6">
        <w:t>.</w:t>
      </w:r>
    </w:p>
    <w:p w14:paraId="050FCBA5" w14:textId="177820FF" w:rsidR="0082620E" w:rsidRDefault="00672499" w:rsidP="00C0319A">
      <w:pPr>
        <w:spacing w:line="276" w:lineRule="auto"/>
      </w:pPr>
      <w:r>
        <w:t>Les</w:t>
      </w:r>
      <w:r w:rsidR="00C0319A">
        <w:t xml:space="preserve"> tâches et lots </w:t>
      </w:r>
      <w:r>
        <w:t xml:space="preserve">pourront par exemple être complétés de la manière suivante </w:t>
      </w:r>
      <w:r w:rsidR="00C0319A">
        <w:t>:</w:t>
      </w:r>
    </w:p>
    <w:tbl>
      <w:tblPr>
        <w:tblStyle w:val="Grilledetableau1"/>
        <w:tblpPr w:leftFromText="141" w:rightFromText="141" w:vertAnchor="text" w:horzAnchor="margin" w:tblpY="30"/>
        <w:tblW w:w="5006" w:type="pct"/>
        <w:tblLayout w:type="fixed"/>
        <w:tblLook w:val="0000" w:firstRow="0" w:lastRow="0" w:firstColumn="0" w:lastColumn="0" w:noHBand="0" w:noVBand="0"/>
      </w:tblPr>
      <w:tblGrid>
        <w:gridCol w:w="628"/>
        <w:gridCol w:w="2855"/>
        <w:gridCol w:w="2462"/>
        <w:gridCol w:w="1302"/>
        <w:gridCol w:w="1818"/>
      </w:tblGrid>
      <w:tr w:rsidR="00C0319A" w:rsidRPr="005B3B78" w14:paraId="19326F49" w14:textId="77777777" w:rsidTr="00D00B36">
        <w:trPr>
          <w:trHeight w:val="301"/>
        </w:trPr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41449CFE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5B3B78">
              <w:rPr>
                <w:rFonts w:cs="Arial"/>
                <w:b/>
                <w:sz w:val="16"/>
                <w:szCs w:val="18"/>
              </w:rPr>
              <w:t>Réf.</w:t>
            </w:r>
          </w:p>
        </w:tc>
        <w:tc>
          <w:tcPr>
            <w:tcW w:w="1575" w:type="pct"/>
            <w:shd w:val="clear" w:color="auto" w:fill="D9D9D9" w:themeFill="background1" w:themeFillShade="D9"/>
            <w:vAlign w:val="center"/>
          </w:tcPr>
          <w:p w14:paraId="0047A447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5B3B78">
              <w:rPr>
                <w:rFonts w:cs="Arial"/>
                <w:b/>
                <w:sz w:val="16"/>
                <w:szCs w:val="18"/>
              </w:rPr>
              <w:t>Objectifs</w:t>
            </w:r>
          </w:p>
        </w:tc>
        <w:tc>
          <w:tcPr>
            <w:tcW w:w="1358" w:type="pct"/>
            <w:shd w:val="clear" w:color="auto" w:fill="D9D9D9" w:themeFill="background1" w:themeFillShade="D9"/>
            <w:vAlign w:val="center"/>
          </w:tcPr>
          <w:p w14:paraId="5775EFC3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5B3B78">
              <w:rPr>
                <w:rFonts w:cs="Arial"/>
                <w:b/>
                <w:sz w:val="16"/>
                <w:szCs w:val="18"/>
              </w:rPr>
              <w:t>Travaux correspondants</w:t>
            </w:r>
          </w:p>
        </w:tc>
        <w:tc>
          <w:tcPr>
            <w:tcW w:w="718" w:type="pct"/>
            <w:shd w:val="clear" w:color="auto" w:fill="D9D9D9" w:themeFill="background1" w:themeFillShade="D9"/>
            <w:vAlign w:val="center"/>
          </w:tcPr>
          <w:p w14:paraId="627BFFFA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Semestre de disponibilité</w:t>
            </w:r>
          </w:p>
        </w:tc>
        <w:tc>
          <w:tcPr>
            <w:tcW w:w="1003" w:type="pct"/>
            <w:shd w:val="clear" w:color="auto" w:fill="D9D9D9" w:themeFill="background1" w:themeFillShade="D9"/>
            <w:vAlign w:val="center"/>
          </w:tcPr>
          <w:p w14:paraId="4A1816E0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 xml:space="preserve">Lot / </w:t>
            </w:r>
            <w:r w:rsidRPr="005B3B78">
              <w:rPr>
                <w:rFonts w:cs="Arial"/>
                <w:b/>
                <w:sz w:val="16"/>
                <w:szCs w:val="18"/>
              </w:rPr>
              <w:t>Tâche correspondante</w:t>
            </w:r>
          </w:p>
        </w:tc>
      </w:tr>
      <w:tr w:rsidR="00C0319A" w:rsidRPr="005B3B78" w14:paraId="065FCB35" w14:textId="77777777" w:rsidTr="00D00B36">
        <w:trPr>
          <w:trHeight w:val="242"/>
        </w:trPr>
        <w:tc>
          <w:tcPr>
            <w:tcW w:w="346" w:type="pct"/>
          </w:tcPr>
          <w:p w14:paraId="3EE40A2D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sz w:val="16"/>
                <w:szCs w:val="18"/>
              </w:rPr>
            </w:pPr>
            <w:r w:rsidRPr="005B3B78">
              <w:rPr>
                <w:rFonts w:cs="Arial"/>
                <w:sz w:val="16"/>
                <w:szCs w:val="18"/>
              </w:rPr>
              <w:t>L1</w:t>
            </w:r>
          </w:p>
        </w:tc>
        <w:tc>
          <w:tcPr>
            <w:tcW w:w="1575" w:type="pct"/>
            <w:vAlign w:val="center"/>
          </w:tcPr>
          <w:p w14:paraId="4D674533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358" w:type="pct"/>
            <w:vAlign w:val="center"/>
          </w:tcPr>
          <w:p w14:paraId="0DD6A21A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18" w:type="pct"/>
            <w:vAlign w:val="center"/>
          </w:tcPr>
          <w:p w14:paraId="7E157A7C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1908EC59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C0319A" w:rsidRPr="005B3B78" w14:paraId="72497473" w14:textId="77777777" w:rsidTr="00D00B36">
        <w:trPr>
          <w:trHeight w:val="242"/>
        </w:trPr>
        <w:tc>
          <w:tcPr>
            <w:tcW w:w="346" w:type="pct"/>
          </w:tcPr>
          <w:p w14:paraId="24035E90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sz w:val="16"/>
                <w:szCs w:val="18"/>
              </w:rPr>
            </w:pPr>
            <w:r w:rsidRPr="005B3B78">
              <w:rPr>
                <w:rFonts w:cs="Arial"/>
                <w:sz w:val="16"/>
                <w:szCs w:val="18"/>
              </w:rPr>
              <w:t>L2</w:t>
            </w:r>
          </w:p>
        </w:tc>
        <w:tc>
          <w:tcPr>
            <w:tcW w:w="1575" w:type="pct"/>
            <w:vAlign w:val="center"/>
          </w:tcPr>
          <w:p w14:paraId="304F7788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358" w:type="pct"/>
            <w:vAlign w:val="center"/>
          </w:tcPr>
          <w:p w14:paraId="73A95F3D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18" w:type="pct"/>
            <w:vAlign w:val="center"/>
          </w:tcPr>
          <w:p w14:paraId="43B7A843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77BEEAFA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C0319A" w:rsidRPr="005B3B78" w14:paraId="4F7B215F" w14:textId="77777777" w:rsidTr="00D00B36">
        <w:trPr>
          <w:trHeight w:val="242"/>
        </w:trPr>
        <w:tc>
          <w:tcPr>
            <w:tcW w:w="346" w:type="pct"/>
          </w:tcPr>
          <w:p w14:paraId="070554E5" w14:textId="77777777" w:rsidR="00C0319A" w:rsidRPr="005B3B78" w:rsidRDefault="00C0319A" w:rsidP="00245918">
            <w:pPr>
              <w:keepNext/>
              <w:keepLines/>
              <w:jc w:val="center"/>
              <w:rPr>
                <w:rFonts w:cs="Arial"/>
                <w:sz w:val="16"/>
                <w:szCs w:val="18"/>
              </w:rPr>
            </w:pPr>
            <w:r w:rsidRPr="005B3B78">
              <w:rPr>
                <w:rFonts w:cs="Arial"/>
                <w:sz w:val="16"/>
                <w:szCs w:val="18"/>
              </w:rPr>
              <w:t>…</w:t>
            </w:r>
          </w:p>
        </w:tc>
        <w:tc>
          <w:tcPr>
            <w:tcW w:w="1575" w:type="pct"/>
            <w:vAlign w:val="center"/>
          </w:tcPr>
          <w:p w14:paraId="72968511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358" w:type="pct"/>
            <w:vAlign w:val="center"/>
          </w:tcPr>
          <w:p w14:paraId="137BE001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18" w:type="pct"/>
            <w:vAlign w:val="center"/>
          </w:tcPr>
          <w:p w14:paraId="124D3F89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388B34F3" w14:textId="77777777" w:rsidR="00C0319A" w:rsidRPr="005B3B78" w:rsidRDefault="00C0319A" w:rsidP="00245918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661EBA0F" w14:textId="1433673D" w:rsidR="00672499" w:rsidRDefault="00672499" w:rsidP="00672499">
      <w:pPr>
        <w:spacing w:line="276" w:lineRule="auto"/>
        <w:rPr>
          <w:i/>
        </w:rPr>
      </w:pPr>
      <w:r w:rsidRPr="00672499">
        <w:rPr>
          <w:i/>
        </w:rPr>
        <w:t>Si consortium :</w:t>
      </w:r>
      <w:r>
        <w:t xml:space="preserve"> </w:t>
      </w:r>
      <w:r w:rsidRPr="00672499">
        <w:rPr>
          <w:i/>
        </w:rPr>
        <w:t>présentation de l’ensemble des</w:t>
      </w:r>
      <w:r>
        <w:rPr>
          <w:i/>
        </w:rPr>
        <w:t xml:space="preserve"> tâches réalisées par chacune des</w:t>
      </w:r>
      <w:r w:rsidRPr="00672499">
        <w:rPr>
          <w:i/>
        </w:rPr>
        <w:t xml:space="preserve"> entités composants le consortium</w:t>
      </w:r>
      <w:r w:rsidR="00C255C6">
        <w:rPr>
          <w:i/>
        </w:rPr>
        <w:t>.</w:t>
      </w:r>
    </w:p>
    <w:p w14:paraId="130C3A2C" w14:textId="77777777" w:rsidR="009756DD" w:rsidRPr="005B3B78" w:rsidRDefault="009756DD" w:rsidP="00672499">
      <w:pPr>
        <w:spacing w:line="276" w:lineRule="auto"/>
      </w:pPr>
    </w:p>
    <w:p w14:paraId="7737C5C5" w14:textId="3255747F" w:rsidR="00BD56FD" w:rsidRDefault="00222B2D" w:rsidP="00990330">
      <w:pPr>
        <w:pStyle w:val="Titre2"/>
        <w:numPr>
          <w:ilvl w:val="0"/>
          <w:numId w:val="11"/>
        </w:numPr>
        <w:ind w:left="714" w:hanging="357"/>
      </w:pPr>
      <w:bookmarkStart w:id="9" w:name="_Toc18581590"/>
      <w:bookmarkStart w:id="10" w:name="_Toc18929969"/>
      <w:bookmarkEnd w:id="9"/>
      <w:r>
        <w:lastRenderedPageBreak/>
        <w:t>BUDGET PREVISIONNEL</w:t>
      </w:r>
      <w:bookmarkEnd w:id="10"/>
    </w:p>
    <w:p w14:paraId="31AB1340" w14:textId="385058F3" w:rsidR="00BD56FD" w:rsidRDefault="00BD56FD" w:rsidP="00BD56FD">
      <w:pPr>
        <w:spacing w:line="276" w:lineRule="auto"/>
      </w:pPr>
      <w:r w:rsidRPr="005B3B78">
        <w:t>Décrire les coûts du projet en complétant l’onglet « </w:t>
      </w:r>
      <w:r>
        <w:t>Annexe financière </w:t>
      </w:r>
      <w:r w:rsidRPr="005B3B78">
        <w:t>» de l’</w:t>
      </w:r>
      <w:r>
        <w:t xml:space="preserve">annexe </w:t>
      </w:r>
      <w:r w:rsidR="00B153ED">
        <w:t>3</w:t>
      </w:r>
      <w:r>
        <w:t xml:space="preserve"> </w:t>
      </w:r>
    </w:p>
    <w:p w14:paraId="0B0E3B52" w14:textId="7ADF2113" w:rsidR="00BD56FD" w:rsidRDefault="00BD56FD" w:rsidP="00BD56FD">
      <w:pPr>
        <w:spacing w:line="276" w:lineRule="auto"/>
      </w:pPr>
      <w:r>
        <w:t xml:space="preserve">Compléter le tableau de synthèse des coûts du projet ci-dessous (les montants doivent être identiques à ceux de </w:t>
      </w:r>
      <w:r w:rsidRPr="005B3B78">
        <w:t>l’onglet « </w:t>
      </w:r>
      <w:r>
        <w:t>annexe financière </w:t>
      </w:r>
      <w:r w:rsidRPr="005B3B78">
        <w:t>»</w:t>
      </w:r>
      <w:r w:rsidRPr="004E0BD2">
        <w:t xml:space="preserve"> </w:t>
      </w:r>
      <w:r w:rsidRPr="005B3B78">
        <w:t>de l’</w:t>
      </w:r>
      <w:r>
        <w:t xml:space="preserve">annexe </w:t>
      </w:r>
      <w:r w:rsidR="00E37393">
        <w:t>3</w:t>
      </w:r>
      <w:r>
        <w:t>) en euros HT</w:t>
      </w:r>
    </w:p>
    <w:tbl>
      <w:tblPr>
        <w:tblW w:w="9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7"/>
        <w:gridCol w:w="4966"/>
      </w:tblGrid>
      <w:tr w:rsidR="00BD56FD" w:rsidRPr="00DF58A1" w14:paraId="7EC39E2F" w14:textId="77777777" w:rsidTr="00153AA0">
        <w:trPr>
          <w:trHeight w:val="243"/>
        </w:trPr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821D" w14:textId="77777777" w:rsidR="00BD56FD" w:rsidRDefault="00BD56FD" w:rsidP="00245918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 xml:space="preserve"> Sous-total </w:t>
            </w:r>
            <w:r w:rsidR="00B153ED">
              <w:rPr>
                <w:rFonts w:cs="Arial"/>
                <w:color w:val="000000"/>
                <w:szCs w:val="20"/>
              </w:rPr>
              <w:t xml:space="preserve">dépenses </w:t>
            </w:r>
            <w:r w:rsidRPr="00CF4358">
              <w:rPr>
                <w:rFonts w:cs="Arial"/>
                <w:color w:val="000000"/>
                <w:szCs w:val="20"/>
              </w:rPr>
              <w:t>de personnel :</w:t>
            </w:r>
          </w:p>
          <w:p w14:paraId="3C066DB0" w14:textId="48F7DDC4" w:rsidR="00153AA0" w:rsidRPr="00CF4358" w:rsidRDefault="00153AA0" w:rsidP="00245918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DBEB" w14:textId="77777777" w:rsidR="00BD56FD" w:rsidRPr="00CF4358" w:rsidRDefault="00BD56FD" w:rsidP="00245918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BD56FD" w:rsidRPr="00DF58A1" w14:paraId="60A1F70D" w14:textId="77777777" w:rsidTr="00153AA0">
        <w:trPr>
          <w:trHeight w:val="59"/>
        </w:trPr>
        <w:tc>
          <w:tcPr>
            <w:tcW w:w="4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3067" w14:textId="2E5588F3" w:rsidR="00BD56FD" w:rsidRDefault="00BD56FD" w:rsidP="00245918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 xml:space="preserve"> Sous-total </w:t>
            </w:r>
            <w:r w:rsidR="00B153ED" w:rsidRPr="00B153ED">
              <w:rPr>
                <w:rFonts w:cs="Arial"/>
                <w:color w:val="000000"/>
                <w:szCs w:val="20"/>
              </w:rPr>
              <w:t>équipements, sous</w:t>
            </w:r>
            <w:r w:rsidR="00B153ED">
              <w:rPr>
                <w:rFonts w:cs="Arial"/>
                <w:color w:val="000000"/>
                <w:szCs w:val="20"/>
              </w:rPr>
              <w:t>-</w:t>
            </w:r>
            <w:r w:rsidR="00B153ED" w:rsidRPr="00B153ED">
              <w:rPr>
                <w:rFonts w:cs="Arial"/>
                <w:color w:val="000000"/>
                <w:szCs w:val="20"/>
              </w:rPr>
              <w:t>traitance et autres dépenses</w:t>
            </w:r>
            <w:r w:rsidR="00FB3020">
              <w:rPr>
                <w:rFonts w:cs="Arial"/>
                <w:color w:val="000000"/>
                <w:szCs w:val="20"/>
              </w:rPr>
              <w:t> :</w:t>
            </w:r>
          </w:p>
          <w:p w14:paraId="31986CC8" w14:textId="69A39189" w:rsidR="00153AA0" w:rsidRPr="00CF4358" w:rsidRDefault="00153AA0" w:rsidP="00245918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0A4D" w14:textId="77777777" w:rsidR="00BD56FD" w:rsidRPr="00CF4358" w:rsidRDefault="00BD56FD" w:rsidP="00245918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BD56FD" w:rsidRPr="00DF58A1" w14:paraId="647A5195" w14:textId="77777777" w:rsidTr="00153AA0">
        <w:trPr>
          <w:trHeight w:val="62"/>
        </w:trPr>
        <w:tc>
          <w:tcPr>
            <w:tcW w:w="4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C59E" w14:textId="77777777" w:rsidR="00BD56FD" w:rsidRPr="00CF4358" w:rsidRDefault="00BD56FD" w:rsidP="00245918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Total :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1610" w14:textId="77777777" w:rsidR="00BD56FD" w:rsidRPr="00CF4358" w:rsidRDefault="00BD56FD" w:rsidP="00245918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3212BEED" w14:textId="1249B9F7" w:rsidR="009756DD" w:rsidRDefault="00540867" w:rsidP="009756DD">
      <w:pPr>
        <w:rPr>
          <w:i/>
        </w:rPr>
      </w:pPr>
      <w:bookmarkStart w:id="11" w:name="_Toc18581592"/>
      <w:bookmarkEnd w:id="11"/>
      <w:r w:rsidRPr="00540867">
        <w:rPr>
          <w:i/>
        </w:rPr>
        <w:t>Si consortium</w:t>
      </w:r>
      <w:r>
        <w:rPr>
          <w:i/>
        </w:rPr>
        <w:t> :</w:t>
      </w:r>
      <w:r w:rsidRPr="00540867">
        <w:rPr>
          <w:i/>
        </w:rPr>
        <w:t xml:space="preserve"> chaque partenaire devra compléter séparément son annexe financière, renseigner le budget global du projet dans le tableau de synthèse</w:t>
      </w:r>
    </w:p>
    <w:p w14:paraId="316FF9C5" w14:textId="77777777" w:rsidR="00D7087F" w:rsidRDefault="00D7087F" w:rsidP="009756DD"/>
    <w:p w14:paraId="309131B9" w14:textId="7AA549F2" w:rsidR="00BD56FD" w:rsidRPr="005B3B78" w:rsidRDefault="00222B2D" w:rsidP="00990330">
      <w:pPr>
        <w:pStyle w:val="Titre2"/>
        <w:numPr>
          <w:ilvl w:val="0"/>
          <w:numId w:val="11"/>
        </w:numPr>
        <w:ind w:left="714" w:hanging="357"/>
      </w:pPr>
      <w:bookmarkStart w:id="12" w:name="_Toc18929970"/>
      <w:r>
        <w:t>EXPLOITATION ECONOMIQUE DU PROJET</w:t>
      </w:r>
      <w:bookmarkEnd w:id="12"/>
    </w:p>
    <w:p w14:paraId="0280E7D8" w14:textId="1067E083" w:rsidR="00C255C6" w:rsidRDefault="00B153ED" w:rsidP="00C0319A">
      <w:r>
        <w:t>Préciser les perspectives et possibilités d’accompagnement du sponsor, au-delà du périmètre du challenge.</w:t>
      </w:r>
    </w:p>
    <w:p w14:paraId="10DCA1EC" w14:textId="5E8A0546" w:rsidR="00C0319A" w:rsidRDefault="0064504F" w:rsidP="00C255C6">
      <w:r>
        <w:t>Préciser le potentiel de retombées économiques de la solution proposée (</w:t>
      </w:r>
      <w:r>
        <w:rPr>
          <w:i/>
        </w:rPr>
        <w:t>notamment ; amélioration de produits et services, optimisation de processus, création de nouveaux business model…)</w:t>
      </w:r>
      <w:r w:rsidR="00C255C6">
        <w:rPr>
          <w:i/>
        </w:rPr>
        <w:t>.</w:t>
      </w:r>
    </w:p>
    <w:bookmarkEnd w:id="1"/>
    <w:sectPr w:rsidR="00C0319A" w:rsidSect="003E78BF">
      <w:footerReference w:type="default" r:id="rId9"/>
      <w:headerReference w:type="first" r:id="rId10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4B6F" w14:textId="77777777" w:rsidR="004E2599" w:rsidRDefault="004E2599">
      <w:r>
        <w:separator/>
      </w:r>
    </w:p>
  </w:endnote>
  <w:endnote w:type="continuationSeparator" w:id="0">
    <w:p w14:paraId="66C106C1" w14:textId="77777777" w:rsidR="004E2599" w:rsidRDefault="004E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819646732"/>
      <w:docPartObj>
        <w:docPartGallery w:val="Page Numbers (Bottom of Page)"/>
        <w:docPartUnique/>
      </w:docPartObj>
    </w:sdtPr>
    <w:sdtEndPr/>
    <w:sdtContent>
      <w:p w14:paraId="0E126087" w14:textId="1CA08847" w:rsidR="005F676C" w:rsidRPr="00EC1AAA" w:rsidRDefault="009C234C" w:rsidP="00B42776">
        <w:pPr>
          <w:pStyle w:val="Pieddepage"/>
          <w:tabs>
            <w:tab w:val="clear" w:pos="4536"/>
          </w:tabs>
          <w:jc w:val="left"/>
          <w:rPr>
            <w:sz w:val="18"/>
          </w:rPr>
        </w:pPr>
        <w:r w:rsidRPr="00E873B9">
          <w:rPr>
            <w:noProof/>
            <w:sz w:val="24"/>
            <w:szCs w:val="24"/>
          </w:rPr>
          <w:drawing>
            <wp:anchor distT="0" distB="0" distL="114300" distR="114300" simplePos="0" relativeHeight="251671552" behindDoc="1" locked="0" layoutInCell="1" allowOverlap="1" wp14:anchorId="37CE619E" wp14:editId="13123DCC">
              <wp:simplePos x="0" y="0"/>
              <wp:positionH relativeFrom="column">
                <wp:posOffset>4705985</wp:posOffset>
              </wp:positionH>
              <wp:positionV relativeFrom="paragraph">
                <wp:posOffset>148757</wp:posOffset>
              </wp:positionV>
              <wp:extent cx="1207770" cy="338455"/>
              <wp:effectExtent l="0" t="0" r="0" b="4445"/>
              <wp:wrapTight wrapText="bothSides">
                <wp:wrapPolygon edited="0">
                  <wp:start x="0" y="0"/>
                  <wp:lineTo x="0" y="20668"/>
                  <wp:lineTo x="21123" y="20668"/>
                  <wp:lineTo x="21123" y="0"/>
                  <wp:lineTo x="0" y="0"/>
                </wp:wrapPolygon>
              </wp:wrapTight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777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9504" behindDoc="0" locked="0" layoutInCell="1" allowOverlap="1" wp14:anchorId="422F7712" wp14:editId="5E0DB6E0">
              <wp:simplePos x="0" y="0"/>
              <wp:positionH relativeFrom="column">
                <wp:posOffset>3887905</wp:posOffset>
              </wp:positionH>
              <wp:positionV relativeFrom="paragraph">
                <wp:posOffset>-20682</wp:posOffset>
              </wp:positionV>
              <wp:extent cx="570036" cy="569227"/>
              <wp:effectExtent l="0" t="0" r="1905" b="2540"/>
              <wp:wrapNone/>
              <wp:docPr id="8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036" cy="56922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00E70">
          <w:rPr>
            <w:rFonts w:cs="Arial"/>
            <w:noProof/>
          </w:rPr>
          <w:drawing>
            <wp:anchor distT="0" distB="0" distL="114300" distR="114300" simplePos="0" relativeHeight="251667456" behindDoc="1" locked="0" layoutInCell="1" allowOverlap="1" wp14:anchorId="2950EB2F" wp14:editId="303DEAB0">
              <wp:simplePos x="0" y="0"/>
              <wp:positionH relativeFrom="column">
                <wp:posOffset>2610686</wp:posOffset>
              </wp:positionH>
              <wp:positionV relativeFrom="paragraph">
                <wp:posOffset>102870</wp:posOffset>
              </wp:positionV>
              <wp:extent cx="1032510" cy="385445"/>
              <wp:effectExtent l="0" t="0" r="0" b="0"/>
              <wp:wrapNone/>
              <wp:docPr id="5" name="Imag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251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E0E1C">
          <w:rPr>
            <w:sz w:val="18"/>
          </w:rPr>
          <w:t xml:space="preserve">Challenges IA - </w:t>
        </w:r>
        <w:r w:rsidR="001C3DEE">
          <w:rPr>
            <w:sz w:val="18"/>
          </w:rPr>
          <w:t>AAP Lauréats</w:t>
        </w:r>
        <w:r w:rsidR="00066188">
          <w:rPr>
            <w:sz w:val="18"/>
          </w:rPr>
          <w:t xml:space="preserve"> – vague </w:t>
        </w:r>
        <w:r w:rsidR="004509B9">
          <w:rPr>
            <w:sz w:val="18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3D12B" w14:textId="77777777" w:rsidR="004E2599" w:rsidRDefault="004E2599">
      <w:r>
        <w:separator/>
      </w:r>
    </w:p>
  </w:footnote>
  <w:footnote w:type="continuationSeparator" w:id="0">
    <w:p w14:paraId="09C6A6A8" w14:textId="77777777" w:rsidR="004E2599" w:rsidRDefault="004E2599">
      <w:r>
        <w:continuationSeparator/>
      </w:r>
    </w:p>
  </w:footnote>
  <w:footnote w:id="1">
    <w:p w14:paraId="0D0CB64E" w14:textId="6B0365AC" w:rsidR="006067C5" w:rsidRPr="00557031" w:rsidRDefault="006067C5" w:rsidP="006067C5">
      <w:pPr>
        <w:pStyle w:val="Notedebasdepage"/>
        <w:rPr>
          <w:sz w:val="18"/>
          <w:szCs w:val="18"/>
        </w:rPr>
      </w:pPr>
      <w:r w:rsidRPr="00557031">
        <w:rPr>
          <w:rStyle w:val="Appelnotedebasdep"/>
          <w:sz w:val="18"/>
          <w:szCs w:val="18"/>
        </w:rPr>
        <w:footnoteRef/>
      </w:r>
      <w:r w:rsidRPr="00557031">
        <w:rPr>
          <w:sz w:val="18"/>
          <w:szCs w:val="18"/>
        </w:rPr>
        <w:t xml:space="preserve"> Si </w:t>
      </w:r>
      <w:r>
        <w:rPr>
          <w:sz w:val="18"/>
          <w:szCs w:val="18"/>
        </w:rPr>
        <w:t>la réponse est effectuée en</w:t>
      </w:r>
      <w:r w:rsidRPr="00557031">
        <w:rPr>
          <w:sz w:val="18"/>
          <w:szCs w:val="18"/>
        </w:rPr>
        <w:t xml:space="preserve"> consortium, précisez </w:t>
      </w:r>
      <w:r w:rsidR="008677ED">
        <w:rPr>
          <w:sz w:val="18"/>
          <w:szCs w:val="18"/>
        </w:rPr>
        <w:t>ces informations pour les</w:t>
      </w:r>
      <w:r w:rsidRPr="00557031">
        <w:rPr>
          <w:sz w:val="18"/>
          <w:szCs w:val="18"/>
        </w:rPr>
        <w:t xml:space="preserve"> différents membres du consortium.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253B8" w14:textId="7C1EA1C0" w:rsidR="005F676C" w:rsidRDefault="00341999" w:rsidP="00341999">
    <w:pPr>
      <w:pStyle w:val="En-tte"/>
      <w:tabs>
        <w:tab w:val="clear" w:pos="4536"/>
        <w:tab w:val="clear" w:pos="9072"/>
        <w:tab w:val="left" w:pos="7143"/>
      </w:tabs>
    </w:pPr>
    <w:r w:rsidRPr="00400E70">
      <w:rPr>
        <w:rFonts w:cs="Arial"/>
        <w:noProof/>
      </w:rPr>
      <w:drawing>
        <wp:anchor distT="0" distB="0" distL="114300" distR="114300" simplePos="0" relativeHeight="251665408" behindDoc="1" locked="0" layoutInCell="1" allowOverlap="1" wp14:anchorId="7D805308" wp14:editId="55EFA73C">
          <wp:simplePos x="0" y="0"/>
          <wp:positionH relativeFrom="column">
            <wp:posOffset>4477084</wp:posOffset>
          </wp:positionH>
          <wp:positionV relativeFrom="paragraph">
            <wp:posOffset>259514</wp:posOffset>
          </wp:positionV>
          <wp:extent cx="1479884" cy="552454"/>
          <wp:effectExtent l="0" t="0" r="635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884" cy="552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188">
      <w:rPr>
        <w:noProof/>
      </w:rPr>
      <w:drawing>
        <wp:anchor distT="0" distB="0" distL="114300" distR="114300" simplePos="0" relativeHeight="251663360" behindDoc="0" locked="0" layoutInCell="1" allowOverlap="1" wp14:anchorId="26519D14" wp14:editId="0CD5CCBB">
          <wp:simplePos x="0" y="0"/>
          <wp:positionH relativeFrom="margin">
            <wp:align>center</wp:align>
          </wp:positionH>
          <wp:positionV relativeFrom="paragraph">
            <wp:posOffset>83185</wp:posOffset>
          </wp:positionV>
          <wp:extent cx="910436" cy="906780"/>
          <wp:effectExtent l="0" t="0" r="4445" b="762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436" cy="906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676C">
      <w:rPr>
        <w:noProof/>
      </w:rPr>
      <w:drawing>
        <wp:anchor distT="0" distB="0" distL="114300" distR="114300" simplePos="0" relativeHeight="251662336" behindDoc="0" locked="0" layoutInCell="1" allowOverlap="1" wp14:anchorId="2437565F" wp14:editId="11DB6803">
          <wp:simplePos x="0" y="0"/>
          <wp:positionH relativeFrom="margin">
            <wp:align>left</wp:align>
          </wp:positionH>
          <wp:positionV relativeFrom="paragraph">
            <wp:posOffset>264217</wp:posOffset>
          </wp:positionV>
          <wp:extent cx="1979507" cy="533400"/>
          <wp:effectExtent l="0" t="0" r="1905" b="0"/>
          <wp:wrapNone/>
          <wp:docPr id="1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9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507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188" w:rsidRPr="00066188">
      <w:rPr>
        <w:noProof/>
      </w:rPr>
      <w:t xml:space="preserve"> </w:t>
    </w:r>
    <w:r w:rsidR="005F676C" w:rsidRPr="0089355D"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2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96F49"/>
    <w:multiLevelType w:val="multilevel"/>
    <w:tmpl w:val="F6FCA8E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4" w15:restartNumberingAfterBreak="0">
    <w:nsid w:val="5FA7559C"/>
    <w:multiLevelType w:val="multilevel"/>
    <w:tmpl w:val="5CE4E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9565918"/>
    <w:multiLevelType w:val="hybridMultilevel"/>
    <w:tmpl w:val="23885E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D7DAF"/>
    <w:multiLevelType w:val="hybridMultilevel"/>
    <w:tmpl w:val="E4A2B4D4"/>
    <w:lvl w:ilvl="0" w:tplc="7F185E66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7717"/>
    <w:multiLevelType w:val="hybridMultilevel"/>
    <w:tmpl w:val="60EE0708"/>
    <w:lvl w:ilvl="0" w:tplc="020831F0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10E1F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6458"/>
    <w:rsid w:val="00055F70"/>
    <w:rsid w:val="00066188"/>
    <w:rsid w:val="000732FE"/>
    <w:rsid w:val="0007498B"/>
    <w:rsid w:val="00074A65"/>
    <w:rsid w:val="000812DD"/>
    <w:rsid w:val="00082CBA"/>
    <w:rsid w:val="00082CD6"/>
    <w:rsid w:val="000833CF"/>
    <w:rsid w:val="0008380D"/>
    <w:rsid w:val="000843C6"/>
    <w:rsid w:val="00085995"/>
    <w:rsid w:val="000861F1"/>
    <w:rsid w:val="0008769B"/>
    <w:rsid w:val="0009294D"/>
    <w:rsid w:val="00092E56"/>
    <w:rsid w:val="00095152"/>
    <w:rsid w:val="000964C1"/>
    <w:rsid w:val="00096500"/>
    <w:rsid w:val="000A1487"/>
    <w:rsid w:val="000A2092"/>
    <w:rsid w:val="000A2152"/>
    <w:rsid w:val="000A2D71"/>
    <w:rsid w:val="000A2DCD"/>
    <w:rsid w:val="000A3157"/>
    <w:rsid w:val="000A7C3E"/>
    <w:rsid w:val="000B0374"/>
    <w:rsid w:val="000B58BD"/>
    <w:rsid w:val="000B795D"/>
    <w:rsid w:val="000C14AC"/>
    <w:rsid w:val="000C283E"/>
    <w:rsid w:val="000C66E3"/>
    <w:rsid w:val="000C7728"/>
    <w:rsid w:val="000D02BF"/>
    <w:rsid w:val="000D0A5F"/>
    <w:rsid w:val="000D36B4"/>
    <w:rsid w:val="000D3BC4"/>
    <w:rsid w:val="000D6E79"/>
    <w:rsid w:val="000E035E"/>
    <w:rsid w:val="000E7029"/>
    <w:rsid w:val="000F1024"/>
    <w:rsid w:val="000F1FD5"/>
    <w:rsid w:val="000F2465"/>
    <w:rsid w:val="000F5120"/>
    <w:rsid w:val="000F73F7"/>
    <w:rsid w:val="0010335C"/>
    <w:rsid w:val="00107729"/>
    <w:rsid w:val="001128EB"/>
    <w:rsid w:val="00114568"/>
    <w:rsid w:val="001159B1"/>
    <w:rsid w:val="00115BC2"/>
    <w:rsid w:val="00120E04"/>
    <w:rsid w:val="00121A41"/>
    <w:rsid w:val="00123AF1"/>
    <w:rsid w:val="00127DC7"/>
    <w:rsid w:val="001337AE"/>
    <w:rsid w:val="00137FA8"/>
    <w:rsid w:val="00140932"/>
    <w:rsid w:val="001429A0"/>
    <w:rsid w:val="00143567"/>
    <w:rsid w:val="00144B11"/>
    <w:rsid w:val="00150983"/>
    <w:rsid w:val="00151804"/>
    <w:rsid w:val="00153AA0"/>
    <w:rsid w:val="0015542B"/>
    <w:rsid w:val="00155FA6"/>
    <w:rsid w:val="00156C4F"/>
    <w:rsid w:val="00161CCE"/>
    <w:rsid w:val="00162769"/>
    <w:rsid w:val="001653CC"/>
    <w:rsid w:val="00176C87"/>
    <w:rsid w:val="001826CC"/>
    <w:rsid w:val="0018315D"/>
    <w:rsid w:val="00184EB2"/>
    <w:rsid w:val="0018549A"/>
    <w:rsid w:val="001858C7"/>
    <w:rsid w:val="00190619"/>
    <w:rsid w:val="00193DF5"/>
    <w:rsid w:val="001A0B56"/>
    <w:rsid w:val="001A49A1"/>
    <w:rsid w:val="001A54ED"/>
    <w:rsid w:val="001B10C5"/>
    <w:rsid w:val="001B3792"/>
    <w:rsid w:val="001C073D"/>
    <w:rsid w:val="001C3DEE"/>
    <w:rsid w:val="001C6BFE"/>
    <w:rsid w:val="001C6CA1"/>
    <w:rsid w:val="001D337C"/>
    <w:rsid w:val="001D5476"/>
    <w:rsid w:val="001D60ED"/>
    <w:rsid w:val="001E09AC"/>
    <w:rsid w:val="001E0DC6"/>
    <w:rsid w:val="001E1D8B"/>
    <w:rsid w:val="001E5337"/>
    <w:rsid w:val="001F088A"/>
    <w:rsid w:val="001F0CAF"/>
    <w:rsid w:val="001F388A"/>
    <w:rsid w:val="00200053"/>
    <w:rsid w:val="00201722"/>
    <w:rsid w:val="00214052"/>
    <w:rsid w:val="0021509A"/>
    <w:rsid w:val="00220E9C"/>
    <w:rsid w:val="00222B2D"/>
    <w:rsid w:val="00225F50"/>
    <w:rsid w:val="00227359"/>
    <w:rsid w:val="00230C4F"/>
    <w:rsid w:val="00234E41"/>
    <w:rsid w:val="00236656"/>
    <w:rsid w:val="0024080C"/>
    <w:rsid w:val="0024208F"/>
    <w:rsid w:val="00242211"/>
    <w:rsid w:val="002430EB"/>
    <w:rsid w:val="0024450A"/>
    <w:rsid w:val="00245E3C"/>
    <w:rsid w:val="002477FE"/>
    <w:rsid w:val="00250905"/>
    <w:rsid w:val="002538A7"/>
    <w:rsid w:val="0025457F"/>
    <w:rsid w:val="00263E5D"/>
    <w:rsid w:val="00270793"/>
    <w:rsid w:val="00271227"/>
    <w:rsid w:val="0027219A"/>
    <w:rsid w:val="00281985"/>
    <w:rsid w:val="0028464B"/>
    <w:rsid w:val="00284D1A"/>
    <w:rsid w:val="00286EDA"/>
    <w:rsid w:val="00290B0C"/>
    <w:rsid w:val="002910C9"/>
    <w:rsid w:val="0029308D"/>
    <w:rsid w:val="00295BE8"/>
    <w:rsid w:val="002A32B7"/>
    <w:rsid w:val="002A468B"/>
    <w:rsid w:val="002A5E40"/>
    <w:rsid w:val="002B210D"/>
    <w:rsid w:val="002C279E"/>
    <w:rsid w:val="002C312F"/>
    <w:rsid w:val="002C4274"/>
    <w:rsid w:val="002C5F37"/>
    <w:rsid w:val="002C62A4"/>
    <w:rsid w:val="002D1EF9"/>
    <w:rsid w:val="002D4350"/>
    <w:rsid w:val="002D5138"/>
    <w:rsid w:val="002D7A72"/>
    <w:rsid w:val="002E0E1C"/>
    <w:rsid w:val="002E2184"/>
    <w:rsid w:val="002E2D8D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490"/>
    <w:rsid w:val="00315ADF"/>
    <w:rsid w:val="00315DE9"/>
    <w:rsid w:val="00320336"/>
    <w:rsid w:val="0032080D"/>
    <w:rsid w:val="003214CF"/>
    <w:rsid w:val="00321C15"/>
    <w:rsid w:val="00326988"/>
    <w:rsid w:val="003304FB"/>
    <w:rsid w:val="003315D1"/>
    <w:rsid w:val="00331951"/>
    <w:rsid w:val="0033432B"/>
    <w:rsid w:val="00334F5B"/>
    <w:rsid w:val="003415BC"/>
    <w:rsid w:val="00341999"/>
    <w:rsid w:val="00342EC0"/>
    <w:rsid w:val="003434BE"/>
    <w:rsid w:val="003462F0"/>
    <w:rsid w:val="00346D08"/>
    <w:rsid w:val="003512AD"/>
    <w:rsid w:val="003515FE"/>
    <w:rsid w:val="00352BB1"/>
    <w:rsid w:val="00356299"/>
    <w:rsid w:val="00356F2B"/>
    <w:rsid w:val="00370E0C"/>
    <w:rsid w:val="00370E23"/>
    <w:rsid w:val="0037124E"/>
    <w:rsid w:val="00373B67"/>
    <w:rsid w:val="00376596"/>
    <w:rsid w:val="003773CE"/>
    <w:rsid w:val="003778AD"/>
    <w:rsid w:val="00383372"/>
    <w:rsid w:val="003836E5"/>
    <w:rsid w:val="00385B6D"/>
    <w:rsid w:val="00395969"/>
    <w:rsid w:val="00397089"/>
    <w:rsid w:val="003972D6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C1305"/>
    <w:rsid w:val="003C7A28"/>
    <w:rsid w:val="003D1F0D"/>
    <w:rsid w:val="003D6645"/>
    <w:rsid w:val="003D6E3B"/>
    <w:rsid w:val="003E17C1"/>
    <w:rsid w:val="003E2D21"/>
    <w:rsid w:val="003E4076"/>
    <w:rsid w:val="003E78B6"/>
    <w:rsid w:val="003E78BF"/>
    <w:rsid w:val="003F0B67"/>
    <w:rsid w:val="003F1FCF"/>
    <w:rsid w:val="003F2828"/>
    <w:rsid w:val="003F31FA"/>
    <w:rsid w:val="004039DF"/>
    <w:rsid w:val="00403B88"/>
    <w:rsid w:val="00403D31"/>
    <w:rsid w:val="00404D20"/>
    <w:rsid w:val="00410492"/>
    <w:rsid w:val="004124F6"/>
    <w:rsid w:val="00415893"/>
    <w:rsid w:val="00416FE8"/>
    <w:rsid w:val="00416FEC"/>
    <w:rsid w:val="004173D9"/>
    <w:rsid w:val="00422CE4"/>
    <w:rsid w:val="0042493D"/>
    <w:rsid w:val="00426F62"/>
    <w:rsid w:val="00427216"/>
    <w:rsid w:val="00440DA8"/>
    <w:rsid w:val="00441460"/>
    <w:rsid w:val="00441D20"/>
    <w:rsid w:val="00446AD3"/>
    <w:rsid w:val="004509B9"/>
    <w:rsid w:val="004565E9"/>
    <w:rsid w:val="00461A84"/>
    <w:rsid w:val="00461F8F"/>
    <w:rsid w:val="00462044"/>
    <w:rsid w:val="00465BBD"/>
    <w:rsid w:val="00465F78"/>
    <w:rsid w:val="00467893"/>
    <w:rsid w:val="00467A7A"/>
    <w:rsid w:val="004800FB"/>
    <w:rsid w:val="00482A1C"/>
    <w:rsid w:val="004835F5"/>
    <w:rsid w:val="00483607"/>
    <w:rsid w:val="004914AA"/>
    <w:rsid w:val="0049162D"/>
    <w:rsid w:val="00497B86"/>
    <w:rsid w:val="004A1016"/>
    <w:rsid w:val="004A1AC7"/>
    <w:rsid w:val="004A54E1"/>
    <w:rsid w:val="004B0D82"/>
    <w:rsid w:val="004B2915"/>
    <w:rsid w:val="004B31CC"/>
    <w:rsid w:val="004B7538"/>
    <w:rsid w:val="004B7A18"/>
    <w:rsid w:val="004C165A"/>
    <w:rsid w:val="004C58A9"/>
    <w:rsid w:val="004D01D8"/>
    <w:rsid w:val="004D090C"/>
    <w:rsid w:val="004D295D"/>
    <w:rsid w:val="004D3038"/>
    <w:rsid w:val="004D4C2D"/>
    <w:rsid w:val="004D6F0C"/>
    <w:rsid w:val="004E0BD2"/>
    <w:rsid w:val="004E2599"/>
    <w:rsid w:val="004E6A19"/>
    <w:rsid w:val="004E7C80"/>
    <w:rsid w:val="004F2D1C"/>
    <w:rsid w:val="004F3333"/>
    <w:rsid w:val="004F44EC"/>
    <w:rsid w:val="004F5665"/>
    <w:rsid w:val="004F64B1"/>
    <w:rsid w:val="004F6F2D"/>
    <w:rsid w:val="0050584D"/>
    <w:rsid w:val="005074C0"/>
    <w:rsid w:val="00507DC2"/>
    <w:rsid w:val="00510FA3"/>
    <w:rsid w:val="00512A2C"/>
    <w:rsid w:val="00513035"/>
    <w:rsid w:val="00516D37"/>
    <w:rsid w:val="00522703"/>
    <w:rsid w:val="00525177"/>
    <w:rsid w:val="005267E6"/>
    <w:rsid w:val="005313E4"/>
    <w:rsid w:val="00533A89"/>
    <w:rsid w:val="00533ACA"/>
    <w:rsid w:val="00535505"/>
    <w:rsid w:val="00535A68"/>
    <w:rsid w:val="00537441"/>
    <w:rsid w:val="00540867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55540"/>
    <w:rsid w:val="00557031"/>
    <w:rsid w:val="00563BDF"/>
    <w:rsid w:val="00566C61"/>
    <w:rsid w:val="00570CE8"/>
    <w:rsid w:val="005735EB"/>
    <w:rsid w:val="005846B7"/>
    <w:rsid w:val="0058683C"/>
    <w:rsid w:val="00586A77"/>
    <w:rsid w:val="005870C1"/>
    <w:rsid w:val="005871F2"/>
    <w:rsid w:val="00587568"/>
    <w:rsid w:val="00587ABB"/>
    <w:rsid w:val="00590F22"/>
    <w:rsid w:val="00593BEC"/>
    <w:rsid w:val="00596363"/>
    <w:rsid w:val="005A72C1"/>
    <w:rsid w:val="005B07F0"/>
    <w:rsid w:val="005B1D12"/>
    <w:rsid w:val="005B3B78"/>
    <w:rsid w:val="005B47DE"/>
    <w:rsid w:val="005B5DA8"/>
    <w:rsid w:val="005B6DDD"/>
    <w:rsid w:val="005C59C5"/>
    <w:rsid w:val="005C7EEB"/>
    <w:rsid w:val="005D0BEA"/>
    <w:rsid w:val="005D27BD"/>
    <w:rsid w:val="005D4868"/>
    <w:rsid w:val="005E35B7"/>
    <w:rsid w:val="005E4F38"/>
    <w:rsid w:val="005E6236"/>
    <w:rsid w:val="005F54E3"/>
    <w:rsid w:val="005F676C"/>
    <w:rsid w:val="005F69A8"/>
    <w:rsid w:val="005F7B67"/>
    <w:rsid w:val="006017BA"/>
    <w:rsid w:val="00603F5D"/>
    <w:rsid w:val="00604C00"/>
    <w:rsid w:val="006052CD"/>
    <w:rsid w:val="00605487"/>
    <w:rsid w:val="00605C45"/>
    <w:rsid w:val="006067C5"/>
    <w:rsid w:val="006121E1"/>
    <w:rsid w:val="00614182"/>
    <w:rsid w:val="00617B4A"/>
    <w:rsid w:val="00621D36"/>
    <w:rsid w:val="006268CC"/>
    <w:rsid w:val="006312F4"/>
    <w:rsid w:val="00633DD5"/>
    <w:rsid w:val="0063578C"/>
    <w:rsid w:val="00641BF8"/>
    <w:rsid w:val="00642085"/>
    <w:rsid w:val="00643949"/>
    <w:rsid w:val="00644C4A"/>
    <w:rsid w:val="0064504F"/>
    <w:rsid w:val="0064585B"/>
    <w:rsid w:val="006503FC"/>
    <w:rsid w:val="00653401"/>
    <w:rsid w:val="0065440C"/>
    <w:rsid w:val="0065620B"/>
    <w:rsid w:val="006562F2"/>
    <w:rsid w:val="0065740D"/>
    <w:rsid w:val="00661E77"/>
    <w:rsid w:val="00662C13"/>
    <w:rsid w:val="00665A1D"/>
    <w:rsid w:val="00671D15"/>
    <w:rsid w:val="00672499"/>
    <w:rsid w:val="00673FC2"/>
    <w:rsid w:val="006745AC"/>
    <w:rsid w:val="00675F49"/>
    <w:rsid w:val="00676C2C"/>
    <w:rsid w:val="00690FCF"/>
    <w:rsid w:val="00691000"/>
    <w:rsid w:val="00692A79"/>
    <w:rsid w:val="00694615"/>
    <w:rsid w:val="00694CAC"/>
    <w:rsid w:val="00697830"/>
    <w:rsid w:val="006A23B7"/>
    <w:rsid w:val="006A63CC"/>
    <w:rsid w:val="006A6DF3"/>
    <w:rsid w:val="006B0490"/>
    <w:rsid w:val="006B0CD9"/>
    <w:rsid w:val="006B0E06"/>
    <w:rsid w:val="006B4851"/>
    <w:rsid w:val="006C552D"/>
    <w:rsid w:val="006C740E"/>
    <w:rsid w:val="006D0458"/>
    <w:rsid w:val="006D1BCA"/>
    <w:rsid w:val="006D1D30"/>
    <w:rsid w:val="006D1E41"/>
    <w:rsid w:val="006D46B0"/>
    <w:rsid w:val="006D7330"/>
    <w:rsid w:val="006E2BC8"/>
    <w:rsid w:val="006E3EF3"/>
    <w:rsid w:val="006E4DD6"/>
    <w:rsid w:val="006E586A"/>
    <w:rsid w:val="006E5C44"/>
    <w:rsid w:val="006E7D51"/>
    <w:rsid w:val="006F1F13"/>
    <w:rsid w:val="006F3475"/>
    <w:rsid w:val="006F3771"/>
    <w:rsid w:val="006F5A7E"/>
    <w:rsid w:val="006F63AB"/>
    <w:rsid w:val="00705629"/>
    <w:rsid w:val="00714AAA"/>
    <w:rsid w:val="00721272"/>
    <w:rsid w:val="007257B8"/>
    <w:rsid w:val="00732BDD"/>
    <w:rsid w:val="00733BAB"/>
    <w:rsid w:val="00734FE9"/>
    <w:rsid w:val="007412AE"/>
    <w:rsid w:val="007464A8"/>
    <w:rsid w:val="007515E7"/>
    <w:rsid w:val="007558DF"/>
    <w:rsid w:val="0075783A"/>
    <w:rsid w:val="007647F5"/>
    <w:rsid w:val="00766D42"/>
    <w:rsid w:val="00772E2E"/>
    <w:rsid w:val="007749B4"/>
    <w:rsid w:val="00775462"/>
    <w:rsid w:val="007765D7"/>
    <w:rsid w:val="007766C7"/>
    <w:rsid w:val="00777EC8"/>
    <w:rsid w:val="007822D8"/>
    <w:rsid w:val="00783EF3"/>
    <w:rsid w:val="007913BF"/>
    <w:rsid w:val="007943A8"/>
    <w:rsid w:val="00795F92"/>
    <w:rsid w:val="007A059D"/>
    <w:rsid w:val="007A1489"/>
    <w:rsid w:val="007A3B75"/>
    <w:rsid w:val="007A5836"/>
    <w:rsid w:val="007A5C81"/>
    <w:rsid w:val="007B110C"/>
    <w:rsid w:val="007B500B"/>
    <w:rsid w:val="007B52A3"/>
    <w:rsid w:val="007C0CBF"/>
    <w:rsid w:val="007C37BE"/>
    <w:rsid w:val="007C6AAA"/>
    <w:rsid w:val="007D151C"/>
    <w:rsid w:val="007D245C"/>
    <w:rsid w:val="007D3875"/>
    <w:rsid w:val="007D55C7"/>
    <w:rsid w:val="007D563B"/>
    <w:rsid w:val="007E2391"/>
    <w:rsid w:val="007E2665"/>
    <w:rsid w:val="007E3456"/>
    <w:rsid w:val="007E5661"/>
    <w:rsid w:val="007F01D1"/>
    <w:rsid w:val="007F0875"/>
    <w:rsid w:val="007F6760"/>
    <w:rsid w:val="007F709C"/>
    <w:rsid w:val="00800CFA"/>
    <w:rsid w:val="008033F8"/>
    <w:rsid w:val="00803414"/>
    <w:rsid w:val="0080417B"/>
    <w:rsid w:val="00804532"/>
    <w:rsid w:val="008050AD"/>
    <w:rsid w:val="00806988"/>
    <w:rsid w:val="008072C8"/>
    <w:rsid w:val="008105A5"/>
    <w:rsid w:val="00811F2B"/>
    <w:rsid w:val="00815C0F"/>
    <w:rsid w:val="0081780F"/>
    <w:rsid w:val="008213C5"/>
    <w:rsid w:val="00825ED6"/>
    <w:rsid w:val="0082620E"/>
    <w:rsid w:val="00827AD6"/>
    <w:rsid w:val="00827C94"/>
    <w:rsid w:val="008318A8"/>
    <w:rsid w:val="0083390B"/>
    <w:rsid w:val="00834320"/>
    <w:rsid w:val="00836D06"/>
    <w:rsid w:val="0084286E"/>
    <w:rsid w:val="00844443"/>
    <w:rsid w:val="0084567B"/>
    <w:rsid w:val="008466D2"/>
    <w:rsid w:val="00846FBB"/>
    <w:rsid w:val="008507F2"/>
    <w:rsid w:val="00860A87"/>
    <w:rsid w:val="00862CFF"/>
    <w:rsid w:val="0086570C"/>
    <w:rsid w:val="008677ED"/>
    <w:rsid w:val="008677F3"/>
    <w:rsid w:val="008724D7"/>
    <w:rsid w:val="008770BA"/>
    <w:rsid w:val="00880279"/>
    <w:rsid w:val="0089355D"/>
    <w:rsid w:val="008956BF"/>
    <w:rsid w:val="008A0FC8"/>
    <w:rsid w:val="008A2906"/>
    <w:rsid w:val="008A3827"/>
    <w:rsid w:val="008A39A3"/>
    <w:rsid w:val="008A6918"/>
    <w:rsid w:val="008A6C5F"/>
    <w:rsid w:val="008B00F8"/>
    <w:rsid w:val="008B1584"/>
    <w:rsid w:val="008B30DC"/>
    <w:rsid w:val="008B73BC"/>
    <w:rsid w:val="008C0A31"/>
    <w:rsid w:val="008C77A8"/>
    <w:rsid w:val="008D354E"/>
    <w:rsid w:val="008D39F1"/>
    <w:rsid w:val="008D3CC0"/>
    <w:rsid w:val="008D4998"/>
    <w:rsid w:val="008D7FD0"/>
    <w:rsid w:val="008E13BE"/>
    <w:rsid w:val="008E1765"/>
    <w:rsid w:val="008E49FE"/>
    <w:rsid w:val="008E4C6D"/>
    <w:rsid w:val="008E55D0"/>
    <w:rsid w:val="008E790B"/>
    <w:rsid w:val="008F2E30"/>
    <w:rsid w:val="008F4483"/>
    <w:rsid w:val="008F51FC"/>
    <w:rsid w:val="00902652"/>
    <w:rsid w:val="00903980"/>
    <w:rsid w:val="00904059"/>
    <w:rsid w:val="00904D9A"/>
    <w:rsid w:val="0091058C"/>
    <w:rsid w:val="00912344"/>
    <w:rsid w:val="00913EF0"/>
    <w:rsid w:val="009149A7"/>
    <w:rsid w:val="0092071B"/>
    <w:rsid w:val="00920C0F"/>
    <w:rsid w:val="009211C9"/>
    <w:rsid w:val="00921FFB"/>
    <w:rsid w:val="00922FED"/>
    <w:rsid w:val="0092325D"/>
    <w:rsid w:val="009267C5"/>
    <w:rsid w:val="00940481"/>
    <w:rsid w:val="00940DAB"/>
    <w:rsid w:val="009430DF"/>
    <w:rsid w:val="00944C75"/>
    <w:rsid w:val="009459AF"/>
    <w:rsid w:val="009510F7"/>
    <w:rsid w:val="009517BC"/>
    <w:rsid w:val="009519D5"/>
    <w:rsid w:val="009536C0"/>
    <w:rsid w:val="0095421B"/>
    <w:rsid w:val="009544AF"/>
    <w:rsid w:val="009546D8"/>
    <w:rsid w:val="00954CD8"/>
    <w:rsid w:val="00955BFC"/>
    <w:rsid w:val="00955D1B"/>
    <w:rsid w:val="00957114"/>
    <w:rsid w:val="00962876"/>
    <w:rsid w:val="009631BD"/>
    <w:rsid w:val="0096388E"/>
    <w:rsid w:val="00964AE3"/>
    <w:rsid w:val="00967007"/>
    <w:rsid w:val="00970515"/>
    <w:rsid w:val="009756DD"/>
    <w:rsid w:val="00975F9F"/>
    <w:rsid w:val="00980BAB"/>
    <w:rsid w:val="009816FE"/>
    <w:rsid w:val="00983E90"/>
    <w:rsid w:val="00984E92"/>
    <w:rsid w:val="009850BA"/>
    <w:rsid w:val="00985D6F"/>
    <w:rsid w:val="009860C4"/>
    <w:rsid w:val="009900F8"/>
    <w:rsid w:val="00990330"/>
    <w:rsid w:val="009906BE"/>
    <w:rsid w:val="00992F46"/>
    <w:rsid w:val="009947FF"/>
    <w:rsid w:val="00997E89"/>
    <w:rsid w:val="009A0720"/>
    <w:rsid w:val="009B0177"/>
    <w:rsid w:val="009B7799"/>
    <w:rsid w:val="009C2325"/>
    <w:rsid w:val="009C234C"/>
    <w:rsid w:val="009C2959"/>
    <w:rsid w:val="009C2C75"/>
    <w:rsid w:val="009C5188"/>
    <w:rsid w:val="009D126E"/>
    <w:rsid w:val="009D334E"/>
    <w:rsid w:val="009D4618"/>
    <w:rsid w:val="009D5F29"/>
    <w:rsid w:val="009D7C0F"/>
    <w:rsid w:val="009E16C3"/>
    <w:rsid w:val="009E201B"/>
    <w:rsid w:val="009E48E4"/>
    <w:rsid w:val="009E5B93"/>
    <w:rsid w:val="009E6C8A"/>
    <w:rsid w:val="009F1E7E"/>
    <w:rsid w:val="009F4C5D"/>
    <w:rsid w:val="00A06A9C"/>
    <w:rsid w:val="00A06AC7"/>
    <w:rsid w:val="00A115D1"/>
    <w:rsid w:val="00A159B6"/>
    <w:rsid w:val="00A1758C"/>
    <w:rsid w:val="00A23449"/>
    <w:rsid w:val="00A242C9"/>
    <w:rsid w:val="00A2461E"/>
    <w:rsid w:val="00A426D1"/>
    <w:rsid w:val="00A42867"/>
    <w:rsid w:val="00A44DA7"/>
    <w:rsid w:val="00A4575A"/>
    <w:rsid w:val="00A4710A"/>
    <w:rsid w:val="00A47587"/>
    <w:rsid w:val="00A5302B"/>
    <w:rsid w:val="00A54D47"/>
    <w:rsid w:val="00A56EBE"/>
    <w:rsid w:val="00A61F41"/>
    <w:rsid w:val="00A62B7E"/>
    <w:rsid w:val="00A63013"/>
    <w:rsid w:val="00A64776"/>
    <w:rsid w:val="00A66214"/>
    <w:rsid w:val="00A7102C"/>
    <w:rsid w:val="00A71CA1"/>
    <w:rsid w:val="00A83C6D"/>
    <w:rsid w:val="00A86A03"/>
    <w:rsid w:val="00A87A06"/>
    <w:rsid w:val="00A90408"/>
    <w:rsid w:val="00A91356"/>
    <w:rsid w:val="00A91B20"/>
    <w:rsid w:val="00A91F64"/>
    <w:rsid w:val="00A928FB"/>
    <w:rsid w:val="00A92D26"/>
    <w:rsid w:val="00AA1FC2"/>
    <w:rsid w:val="00AA40C1"/>
    <w:rsid w:val="00AB05EA"/>
    <w:rsid w:val="00AB092E"/>
    <w:rsid w:val="00AB2614"/>
    <w:rsid w:val="00AB6D3C"/>
    <w:rsid w:val="00AB7B73"/>
    <w:rsid w:val="00AC0B2B"/>
    <w:rsid w:val="00AC4C81"/>
    <w:rsid w:val="00AC4E61"/>
    <w:rsid w:val="00AC6B7B"/>
    <w:rsid w:val="00AD0BCC"/>
    <w:rsid w:val="00AD2D95"/>
    <w:rsid w:val="00AD3ED8"/>
    <w:rsid w:val="00AD6F09"/>
    <w:rsid w:val="00AE1D1C"/>
    <w:rsid w:val="00AE26B0"/>
    <w:rsid w:val="00AE4E2D"/>
    <w:rsid w:val="00AF068C"/>
    <w:rsid w:val="00AF52E5"/>
    <w:rsid w:val="00B032C9"/>
    <w:rsid w:val="00B05331"/>
    <w:rsid w:val="00B078CF"/>
    <w:rsid w:val="00B153ED"/>
    <w:rsid w:val="00B17116"/>
    <w:rsid w:val="00B211DE"/>
    <w:rsid w:val="00B229DF"/>
    <w:rsid w:val="00B22DFA"/>
    <w:rsid w:val="00B2444F"/>
    <w:rsid w:val="00B24F70"/>
    <w:rsid w:val="00B250E4"/>
    <w:rsid w:val="00B30D34"/>
    <w:rsid w:val="00B3225F"/>
    <w:rsid w:val="00B32963"/>
    <w:rsid w:val="00B33C8A"/>
    <w:rsid w:val="00B33FE3"/>
    <w:rsid w:val="00B348EF"/>
    <w:rsid w:val="00B405A1"/>
    <w:rsid w:val="00B409CA"/>
    <w:rsid w:val="00B42776"/>
    <w:rsid w:val="00B42E77"/>
    <w:rsid w:val="00B43ACF"/>
    <w:rsid w:val="00B4424E"/>
    <w:rsid w:val="00B44CCA"/>
    <w:rsid w:val="00B4583F"/>
    <w:rsid w:val="00B4663E"/>
    <w:rsid w:val="00B500D2"/>
    <w:rsid w:val="00B50208"/>
    <w:rsid w:val="00B5182F"/>
    <w:rsid w:val="00B54242"/>
    <w:rsid w:val="00B5664E"/>
    <w:rsid w:val="00B6220B"/>
    <w:rsid w:val="00B65A94"/>
    <w:rsid w:val="00B73888"/>
    <w:rsid w:val="00B75DFD"/>
    <w:rsid w:val="00B765E2"/>
    <w:rsid w:val="00B82296"/>
    <w:rsid w:val="00B85E61"/>
    <w:rsid w:val="00B8704D"/>
    <w:rsid w:val="00B91039"/>
    <w:rsid w:val="00B94E46"/>
    <w:rsid w:val="00B974BB"/>
    <w:rsid w:val="00BA1924"/>
    <w:rsid w:val="00BA2C9B"/>
    <w:rsid w:val="00BA3E19"/>
    <w:rsid w:val="00BA631D"/>
    <w:rsid w:val="00BB0132"/>
    <w:rsid w:val="00BB7D7C"/>
    <w:rsid w:val="00BC42DF"/>
    <w:rsid w:val="00BC6D2A"/>
    <w:rsid w:val="00BC6FEF"/>
    <w:rsid w:val="00BC7389"/>
    <w:rsid w:val="00BD55DE"/>
    <w:rsid w:val="00BD56FD"/>
    <w:rsid w:val="00BD6BEE"/>
    <w:rsid w:val="00BD7C92"/>
    <w:rsid w:val="00BE11B6"/>
    <w:rsid w:val="00BE1201"/>
    <w:rsid w:val="00BE37D1"/>
    <w:rsid w:val="00BE4EF4"/>
    <w:rsid w:val="00BF045E"/>
    <w:rsid w:val="00BF0E45"/>
    <w:rsid w:val="00BF3E21"/>
    <w:rsid w:val="00BF6F60"/>
    <w:rsid w:val="00C0319A"/>
    <w:rsid w:val="00C058F8"/>
    <w:rsid w:val="00C10264"/>
    <w:rsid w:val="00C12161"/>
    <w:rsid w:val="00C12D82"/>
    <w:rsid w:val="00C16153"/>
    <w:rsid w:val="00C16E09"/>
    <w:rsid w:val="00C171BC"/>
    <w:rsid w:val="00C2039F"/>
    <w:rsid w:val="00C20E47"/>
    <w:rsid w:val="00C255C6"/>
    <w:rsid w:val="00C26468"/>
    <w:rsid w:val="00C26BF3"/>
    <w:rsid w:val="00C30DE8"/>
    <w:rsid w:val="00C32B1D"/>
    <w:rsid w:val="00C3360A"/>
    <w:rsid w:val="00C368E0"/>
    <w:rsid w:val="00C40B58"/>
    <w:rsid w:val="00C42206"/>
    <w:rsid w:val="00C44E70"/>
    <w:rsid w:val="00C462DC"/>
    <w:rsid w:val="00C50C95"/>
    <w:rsid w:val="00C51153"/>
    <w:rsid w:val="00C54DA4"/>
    <w:rsid w:val="00C563EA"/>
    <w:rsid w:val="00C6234F"/>
    <w:rsid w:val="00C6237C"/>
    <w:rsid w:val="00C7095C"/>
    <w:rsid w:val="00C72159"/>
    <w:rsid w:val="00C85015"/>
    <w:rsid w:val="00C85E8F"/>
    <w:rsid w:val="00C900BD"/>
    <w:rsid w:val="00C90617"/>
    <w:rsid w:val="00C9381C"/>
    <w:rsid w:val="00C972AB"/>
    <w:rsid w:val="00CA078C"/>
    <w:rsid w:val="00CA3635"/>
    <w:rsid w:val="00CA5BB8"/>
    <w:rsid w:val="00CB248C"/>
    <w:rsid w:val="00CB4972"/>
    <w:rsid w:val="00CB5517"/>
    <w:rsid w:val="00CB7166"/>
    <w:rsid w:val="00CC653E"/>
    <w:rsid w:val="00CD3271"/>
    <w:rsid w:val="00CD5C97"/>
    <w:rsid w:val="00CE12BC"/>
    <w:rsid w:val="00CE208A"/>
    <w:rsid w:val="00CE4872"/>
    <w:rsid w:val="00CE5230"/>
    <w:rsid w:val="00CE617B"/>
    <w:rsid w:val="00CE684D"/>
    <w:rsid w:val="00CF2F54"/>
    <w:rsid w:val="00CF4358"/>
    <w:rsid w:val="00CF4AA0"/>
    <w:rsid w:val="00D00B36"/>
    <w:rsid w:val="00D015E4"/>
    <w:rsid w:val="00D022B8"/>
    <w:rsid w:val="00D042DA"/>
    <w:rsid w:val="00D0521B"/>
    <w:rsid w:val="00D063C6"/>
    <w:rsid w:val="00D07F0E"/>
    <w:rsid w:val="00D11D2F"/>
    <w:rsid w:val="00D12970"/>
    <w:rsid w:val="00D1534C"/>
    <w:rsid w:val="00D15EA7"/>
    <w:rsid w:val="00D20501"/>
    <w:rsid w:val="00D2097F"/>
    <w:rsid w:val="00D21D8D"/>
    <w:rsid w:val="00D25A12"/>
    <w:rsid w:val="00D31D15"/>
    <w:rsid w:val="00D34812"/>
    <w:rsid w:val="00D355A2"/>
    <w:rsid w:val="00D40648"/>
    <w:rsid w:val="00D40ECE"/>
    <w:rsid w:val="00D4561D"/>
    <w:rsid w:val="00D509E1"/>
    <w:rsid w:val="00D519B2"/>
    <w:rsid w:val="00D53666"/>
    <w:rsid w:val="00D548DC"/>
    <w:rsid w:val="00D60715"/>
    <w:rsid w:val="00D62436"/>
    <w:rsid w:val="00D626A7"/>
    <w:rsid w:val="00D66C9A"/>
    <w:rsid w:val="00D7087F"/>
    <w:rsid w:val="00D71227"/>
    <w:rsid w:val="00D77154"/>
    <w:rsid w:val="00D77468"/>
    <w:rsid w:val="00D87F0B"/>
    <w:rsid w:val="00D906B1"/>
    <w:rsid w:val="00D94B82"/>
    <w:rsid w:val="00D9551A"/>
    <w:rsid w:val="00D96F34"/>
    <w:rsid w:val="00D970F7"/>
    <w:rsid w:val="00DA05CD"/>
    <w:rsid w:val="00DA3D26"/>
    <w:rsid w:val="00DA4808"/>
    <w:rsid w:val="00DA5197"/>
    <w:rsid w:val="00DA628E"/>
    <w:rsid w:val="00DA6290"/>
    <w:rsid w:val="00DB00A5"/>
    <w:rsid w:val="00DB1E85"/>
    <w:rsid w:val="00DB2EF5"/>
    <w:rsid w:val="00DB38E0"/>
    <w:rsid w:val="00DB7896"/>
    <w:rsid w:val="00DC08AC"/>
    <w:rsid w:val="00DC1EBF"/>
    <w:rsid w:val="00DD304D"/>
    <w:rsid w:val="00DD3086"/>
    <w:rsid w:val="00DD7478"/>
    <w:rsid w:val="00DD74FD"/>
    <w:rsid w:val="00DE10ED"/>
    <w:rsid w:val="00DE221B"/>
    <w:rsid w:val="00DE5CFE"/>
    <w:rsid w:val="00DE73DA"/>
    <w:rsid w:val="00DF016D"/>
    <w:rsid w:val="00DF0268"/>
    <w:rsid w:val="00DF0444"/>
    <w:rsid w:val="00DF3B89"/>
    <w:rsid w:val="00DF4F6B"/>
    <w:rsid w:val="00DF50C5"/>
    <w:rsid w:val="00DF58A1"/>
    <w:rsid w:val="00E00E9D"/>
    <w:rsid w:val="00E03236"/>
    <w:rsid w:val="00E056B2"/>
    <w:rsid w:val="00E0698F"/>
    <w:rsid w:val="00E10C67"/>
    <w:rsid w:val="00E116B3"/>
    <w:rsid w:val="00E159D1"/>
    <w:rsid w:val="00E262F3"/>
    <w:rsid w:val="00E26BDE"/>
    <w:rsid w:val="00E271FC"/>
    <w:rsid w:val="00E30BF8"/>
    <w:rsid w:val="00E31B0A"/>
    <w:rsid w:val="00E326D0"/>
    <w:rsid w:val="00E34A07"/>
    <w:rsid w:val="00E35453"/>
    <w:rsid w:val="00E35DAB"/>
    <w:rsid w:val="00E363CC"/>
    <w:rsid w:val="00E37393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563A1"/>
    <w:rsid w:val="00E60A21"/>
    <w:rsid w:val="00E62FE2"/>
    <w:rsid w:val="00E67B24"/>
    <w:rsid w:val="00E7088E"/>
    <w:rsid w:val="00E720B2"/>
    <w:rsid w:val="00E7314D"/>
    <w:rsid w:val="00E74823"/>
    <w:rsid w:val="00E7663A"/>
    <w:rsid w:val="00E76CE8"/>
    <w:rsid w:val="00E85216"/>
    <w:rsid w:val="00E855E6"/>
    <w:rsid w:val="00E91C1C"/>
    <w:rsid w:val="00E94B07"/>
    <w:rsid w:val="00EA39D3"/>
    <w:rsid w:val="00EA3A03"/>
    <w:rsid w:val="00EA4523"/>
    <w:rsid w:val="00EA6F06"/>
    <w:rsid w:val="00EA7D38"/>
    <w:rsid w:val="00EB0A99"/>
    <w:rsid w:val="00EB448B"/>
    <w:rsid w:val="00EC1AAA"/>
    <w:rsid w:val="00EC4431"/>
    <w:rsid w:val="00EC6516"/>
    <w:rsid w:val="00ED09DA"/>
    <w:rsid w:val="00ED0F33"/>
    <w:rsid w:val="00ED10CF"/>
    <w:rsid w:val="00ED2F38"/>
    <w:rsid w:val="00ED3162"/>
    <w:rsid w:val="00EE0026"/>
    <w:rsid w:val="00EE1E8F"/>
    <w:rsid w:val="00EE27FD"/>
    <w:rsid w:val="00EE6205"/>
    <w:rsid w:val="00EE72EF"/>
    <w:rsid w:val="00EF0714"/>
    <w:rsid w:val="00EF274E"/>
    <w:rsid w:val="00EF2DAE"/>
    <w:rsid w:val="00EF3108"/>
    <w:rsid w:val="00EF3D48"/>
    <w:rsid w:val="00EF4EEE"/>
    <w:rsid w:val="00F00BC0"/>
    <w:rsid w:val="00F0335F"/>
    <w:rsid w:val="00F0354E"/>
    <w:rsid w:val="00F06572"/>
    <w:rsid w:val="00F07936"/>
    <w:rsid w:val="00F12711"/>
    <w:rsid w:val="00F21768"/>
    <w:rsid w:val="00F220B0"/>
    <w:rsid w:val="00F232A9"/>
    <w:rsid w:val="00F243EB"/>
    <w:rsid w:val="00F259C4"/>
    <w:rsid w:val="00F26D12"/>
    <w:rsid w:val="00F30499"/>
    <w:rsid w:val="00F311EF"/>
    <w:rsid w:val="00F34D9A"/>
    <w:rsid w:val="00F354F8"/>
    <w:rsid w:val="00F35510"/>
    <w:rsid w:val="00F36704"/>
    <w:rsid w:val="00F37A45"/>
    <w:rsid w:val="00F41621"/>
    <w:rsid w:val="00F471C5"/>
    <w:rsid w:val="00F47DEB"/>
    <w:rsid w:val="00F526E1"/>
    <w:rsid w:val="00F602B6"/>
    <w:rsid w:val="00F621CE"/>
    <w:rsid w:val="00F65453"/>
    <w:rsid w:val="00F678CA"/>
    <w:rsid w:val="00F67FC4"/>
    <w:rsid w:val="00F711C0"/>
    <w:rsid w:val="00F74C43"/>
    <w:rsid w:val="00F7566C"/>
    <w:rsid w:val="00F77461"/>
    <w:rsid w:val="00F81359"/>
    <w:rsid w:val="00F839B4"/>
    <w:rsid w:val="00F8415D"/>
    <w:rsid w:val="00F84381"/>
    <w:rsid w:val="00F86CDE"/>
    <w:rsid w:val="00F92E83"/>
    <w:rsid w:val="00F9405D"/>
    <w:rsid w:val="00F973D7"/>
    <w:rsid w:val="00FA25D5"/>
    <w:rsid w:val="00FA4330"/>
    <w:rsid w:val="00FA7000"/>
    <w:rsid w:val="00FA736E"/>
    <w:rsid w:val="00FB1144"/>
    <w:rsid w:val="00FB3020"/>
    <w:rsid w:val="00FB606B"/>
    <w:rsid w:val="00FC0B3B"/>
    <w:rsid w:val="00FC589D"/>
    <w:rsid w:val="00FC5B79"/>
    <w:rsid w:val="00FC6853"/>
    <w:rsid w:val="00FC6ED7"/>
    <w:rsid w:val="00FD1446"/>
    <w:rsid w:val="00FD2162"/>
    <w:rsid w:val="00FD5915"/>
    <w:rsid w:val="00FD7214"/>
    <w:rsid w:val="00FE209B"/>
    <w:rsid w:val="00FE2979"/>
    <w:rsid w:val="00FE6A23"/>
    <w:rsid w:val="00FF0199"/>
    <w:rsid w:val="00FF4341"/>
    <w:rsid w:val="00FF4EAE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334E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Titre2"/>
    <w:next w:val="Normal"/>
    <w:link w:val="Titre1Car"/>
    <w:qFormat/>
    <w:rsid w:val="00FE6A23"/>
    <w:pPr>
      <w:pageBreakBefore/>
      <w:numPr>
        <w:numId w:val="0"/>
      </w:numPr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link w:val="Titre2Car"/>
    <w:qFormat/>
    <w:rsid w:val="00FE6A23"/>
    <w:pPr>
      <w:numPr>
        <w:numId w:val="6"/>
      </w:numPr>
      <w:ind w:left="714" w:hanging="357"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rsid w:val="00FE6A23"/>
    <w:rPr>
      <w:rFonts w:ascii="Arial" w:hAnsi="Arial"/>
      <w:b/>
      <w:sz w:val="24"/>
      <w:szCs w:val="22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uiPriority w:val="99"/>
    <w:semiHidden/>
    <w:rsid w:val="0069330D"/>
    <w:rPr>
      <w:sz w:val="16"/>
      <w:szCs w:val="16"/>
    </w:rPr>
  </w:style>
  <w:style w:type="paragraph" w:styleId="Commentaire">
    <w:name w:val="annotation text"/>
    <w:aliases w:val="Text poznámky"/>
    <w:basedOn w:val="Normal"/>
    <w:link w:val="CommentaireCar"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uiPriority w:val="99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FE6A23"/>
    <w:rPr>
      <w:rFonts w:ascii="Arial" w:hAnsi="Arial"/>
      <w:b/>
      <w:sz w:val="28"/>
      <w:szCs w:val="2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"/>
    <w:basedOn w:val="Normal"/>
    <w:link w:val="NormalWebCar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"/>
    <w:link w:val="NormalWeb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uiPriority w:val="99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Normal11">
    <w:name w:val="Normal11"/>
    <w:qFormat/>
    <w:rsid w:val="00066188"/>
    <w:pPr>
      <w:suppressAutoHyphens/>
      <w:spacing w:after="60"/>
    </w:pPr>
    <w:rPr>
      <w:rFonts w:ascii="Arial" w:eastAsia="SimSun" w:hAnsi="Arial" w:cs="Arial"/>
      <w:color w:val="000000"/>
      <w:sz w:val="24"/>
      <w:szCs w:val="24"/>
      <w:lang w:eastAsia="ar-SA" w:bidi="hi-IN"/>
    </w:rPr>
  </w:style>
  <w:style w:type="character" w:customStyle="1" w:styleId="CommentaireCar">
    <w:name w:val="Commentaire Car"/>
    <w:aliases w:val="Text poznámky Car"/>
    <w:basedOn w:val="Policepardfaut"/>
    <w:link w:val="Commentaire"/>
    <w:locked/>
    <w:rsid w:val="009C234C"/>
    <w:rPr>
      <w:rFonts w:ascii="Arial" w:hAnsi="Arial"/>
    </w:rPr>
  </w:style>
  <w:style w:type="paragraph" w:styleId="Titre">
    <w:name w:val="Title"/>
    <w:basedOn w:val="Titre4"/>
    <w:next w:val="Normal"/>
    <w:link w:val="TitreCar"/>
    <w:uiPriority w:val="10"/>
    <w:qFormat/>
    <w:rsid w:val="007D245C"/>
    <w:rPr>
      <w:rFonts w:cs="Arial"/>
      <w:bCs/>
      <w:color w:val="FFC000"/>
      <w:sz w:val="36"/>
    </w:rPr>
  </w:style>
  <w:style w:type="character" w:customStyle="1" w:styleId="TitreCar">
    <w:name w:val="Titre Car"/>
    <w:basedOn w:val="Policepardfaut"/>
    <w:link w:val="Titre"/>
    <w:uiPriority w:val="10"/>
    <w:rsid w:val="007D245C"/>
    <w:rPr>
      <w:rFonts w:ascii="Arial" w:hAnsi="Arial" w:cs="Arial"/>
      <w:b/>
      <w:bCs/>
      <w:color w:val="FFC000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bpifrance.fr/projets-innovants-collaborati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37AC-50A6-4A61-B610-14BDD2A6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DF992F77</Template>
  <TotalTime>47</TotalTime>
  <Pages>4</Pages>
  <Words>546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Franck BERNARD</cp:lastModifiedBy>
  <cp:revision>22</cp:revision>
  <cp:lastPrinted>2018-07-05T12:53:00Z</cp:lastPrinted>
  <dcterms:created xsi:type="dcterms:W3CDTF">2019-09-05T11:14:00Z</dcterms:created>
  <dcterms:modified xsi:type="dcterms:W3CDTF">2020-05-03T23:04:00Z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</Properties>
</file>